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 xml:space="preserve">Република Србија 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>ГРАД ВРАЊЕ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>СКУПШТИНА ГРАДА ВРАЊА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>Број:06-15/2019-10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>25.01.2019. године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>В  р  а  њ  е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 xml:space="preserve">            На основу члана 33. Статута града Врања  („Службени гласник града Врања“, број 37/2018) и члана  88. Пословника Скупштине града Врања („Службени  гласник града Врања“, број 3/2018-пречишћен текст), Скупштина града Врања, је на седници одржаној дана 25.01.2019.године, разматрала предлог Одлуке о додели јавних признања у 2019.години, за Дан града -31.јануар- Дан ослобођења Врања 1878.године и донела следећи</w:t>
      </w:r>
    </w:p>
    <w:p w:rsidR="00C46159" w:rsidRPr="00413ED9" w:rsidRDefault="00C46159" w:rsidP="00C306E5">
      <w:pPr>
        <w:tabs>
          <w:tab w:val="left" w:pos="19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ab/>
      </w:r>
    </w:p>
    <w:p w:rsidR="00C46159" w:rsidRPr="00413ED9" w:rsidRDefault="00C46159" w:rsidP="00C306E5">
      <w:pPr>
        <w:tabs>
          <w:tab w:val="left" w:pos="19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>З а к љ у ч а к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ab/>
        <w:t xml:space="preserve"> Доноси се Одлука о додели јавних признања у 2019.години, за Дан града - 31.јануар-Дан ослобођења Врања 1878.године. 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413ED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ПРЕДСЕДНИК СКУПШТИНЕ</w:t>
      </w:r>
    </w:p>
    <w:p w:rsidR="00C46159" w:rsidRPr="00413ED9" w:rsidRDefault="00C46159" w:rsidP="00413ED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 xml:space="preserve">                     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           </w:t>
      </w:r>
      <w:r w:rsidRPr="00413ED9">
        <w:rPr>
          <w:rFonts w:ascii="Times New Roman" w:hAnsi="Times New Roman"/>
          <w:b/>
          <w:bCs/>
          <w:sz w:val="28"/>
          <w:szCs w:val="28"/>
        </w:rPr>
        <w:t>Дејан Тричковић,спец.двм</w:t>
      </w:r>
    </w:p>
    <w:p w:rsidR="00C46159" w:rsidRPr="00413ED9" w:rsidRDefault="00C46159" w:rsidP="00413ED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C46159" w:rsidRPr="00413ED9" w:rsidRDefault="00C46159" w:rsidP="00413ED9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CS"/>
        </w:rPr>
      </w:pPr>
      <w:r w:rsidRPr="00413ED9">
        <w:rPr>
          <w:rFonts w:ascii="Times New Roman" w:hAnsi="Times New Roman"/>
          <w:b/>
          <w:sz w:val="28"/>
          <w:szCs w:val="28"/>
          <w:lang w:val="sr-Cyrl-CS"/>
        </w:rPr>
        <w:t>ТАЧНОСТ ПРЕП</w:t>
      </w:r>
      <w:r>
        <w:rPr>
          <w:rFonts w:ascii="Times New Roman" w:hAnsi="Times New Roman"/>
          <w:b/>
          <w:sz w:val="28"/>
          <w:szCs w:val="28"/>
          <w:lang w:val="sr-Cyrl-CS"/>
        </w:rPr>
        <w:t xml:space="preserve">ИСА ОВЕРАВА:                 </w:t>
      </w:r>
      <w:r>
        <w:rPr>
          <w:rFonts w:ascii="Times New Roman" w:hAnsi="Times New Roman"/>
          <w:b/>
          <w:sz w:val="28"/>
          <w:szCs w:val="28"/>
        </w:rPr>
        <w:t xml:space="preserve">   </w:t>
      </w:r>
      <w:r w:rsidRPr="00413ED9">
        <w:rPr>
          <w:rFonts w:ascii="Times New Roman" w:hAnsi="Times New Roman"/>
          <w:b/>
          <w:sz w:val="28"/>
          <w:szCs w:val="28"/>
          <w:lang w:val="sr-Cyrl-CS"/>
        </w:rPr>
        <w:t>СЕКРЕТАР СКУПШТИНЕ</w:t>
      </w:r>
    </w:p>
    <w:p w:rsidR="00C46159" w:rsidRPr="00413ED9" w:rsidRDefault="00C46159" w:rsidP="00413ED9">
      <w:pPr>
        <w:autoSpaceDE w:val="0"/>
        <w:autoSpaceDN w:val="0"/>
        <w:adjustRightInd w:val="0"/>
        <w:jc w:val="right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b/>
          <w:sz w:val="28"/>
          <w:szCs w:val="28"/>
          <w:lang w:val="sr-Cyrl-CS"/>
        </w:rPr>
        <w:tab/>
      </w:r>
      <w:r w:rsidRPr="00413ED9">
        <w:rPr>
          <w:rFonts w:ascii="Times New Roman" w:hAnsi="Times New Roman"/>
          <w:b/>
          <w:sz w:val="28"/>
          <w:szCs w:val="28"/>
          <w:lang w:val="sr-Cyrl-CS"/>
        </w:rPr>
        <w:tab/>
      </w:r>
      <w:r w:rsidRPr="00413ED9">
        <w:rPr>
          <w:rFonts w:ascii="Times New Roman" w:hAnsi="Times New Roman"/>
          <w:b/>
          <w:sz w:val="28"/>
          <w:szCs w:val="28"/>
          <w:lang w:val="sr-Cyrl-CS"/>
        </w:rPr>
        <w:tab/>
      </w:r>
      <w:r w:rsidRPr="00413ED9">
        <w:rPr>
          <w:rFonts w:ascii="Times New Roman" w:hAnsi="Times New Roman"/>
          <w:b/>
          <w:sz w:val="28"/>
          <w:szCs w:val="28"/>
          <w:lang w:val="sr-Cyrl-CS"/>
        </w:rPr>
        <w:tab/>
      </w:r>
      <w:r w:rsidRPr="00413ED9">
        <w:rPr>
          <w:rFonts w:ascii="Times New Roman" w:hAnsi="Times New Roman"/>
          <w:b/>
          <w:sz w:val="28"/>
          <w:szCs w:val="28"/>
          <w:lang w:val="sr-Cyrl-CS"/>
        </w:rPr>
        <w:tab/>
        <w:t>Марко Тричковић</w:t>
      </w:r>
    </w:p>
    <w:p w:rsidR="00C46159" w:rsidRPr="00413ED9" w:rsidRDefault="00C46159" w:rsidP="00C306E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C46159" w:rsidRDefault="00C46159" w:rsidP="00C306E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 xml:space="preserve">Република Србија 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>ГРАД ВРАЊЕ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>СКУПШТИНА ГРАДА ВРАЊА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>Број:06-15/2019-10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>25.01.2019. године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>В  р  а  њ  е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 xml:space="preserve">            На основу члана 33. Статута града Врања  („Службени гласник града Врања“, број 37/2018) и члана  88. Пословника Скупштине града Врања („Службени  гласник града Врања“, број 3/2018-пречишћен текст), Скупштина града Врања, је на седници одржаној дана 25.01.2019.године, разматрала предлог Одлуке о задуживању града Врања за 2019.годину и донела следећи</w:t>
      </w:r>
    </w:p>
    <w:p w:rsidR="00C46159" w:rsidRPr="00413ED9" w:rsidRDefault="00C46159" w:rsidP="00C306E5">
      <w:pPr>
        <w:tabs>
          <w:tab w:val="left" w:pos="19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ab/>
      </w:r>
    </w:p>
    <w:p w:rsidR="00C46159" w:rsidRPr="00413ED9" w:rsidRDefault="00C46159" w:rsidP="00C306E5">
      <w:pPr>
        <w:tabs>
          <w:tab w:val="left" w:pos="19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Default="00C46159" w:rsidP="00C306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>З а к љ у ч а к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ab/>
        <w:t xml:space="preserve"> Доноси се Одлука о задуживању града Врања за 2019.годину.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AB10F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>ПРЕДСЕДНИК СКУПШТИНЕ</w:t>
      </w:r>
    </w:p>
    <w:p w:rsidR="00C46159" w:rsidRPr="00AB10FE" w:rsidRDefault="00C46159" w:rsidP="00AB10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   </w:t>
      </w:r>
      <w:r w:rsidRPr="00413ED9">
        <w:rPr>
          <w:rFonts w:ascii="Times New Roman" w:hAnsi="Times New Roman"/>
          <w:b/>
          <w:bCs/>
          <w:sz w:val="28"/>
          <w:szCs w:val="28"/>
        </w:rPr>
        <w:t>Дејан Тричковић,спец.двм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46159" w:rsidRPr="00413ED9" w:rsidRDefault="00C46159" w:rsidP="00AB10FE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CS"/>
        </w:rPr>
      </w:pPr>
      <w:r w:rsidRPr="00413ED9">
        <w:rPr>
          <w:rFonts w:ascii="Times New Roman" w:hAnsi="Times New Roman"/>
          <w:b/>
          <w:sz w:val="28"/>
          <w:szCs w:val="28"/>
          <w:lang w:val="sr-Cyrl-CS"/>
        </w:rPr>
        <w:t>ТАЧНОСТ ПРЕП</w:t>
      </w:r>
      <w:r>
        <w:rPr>
          <w:rFonts w:ascii="Times New Roman" w:hAnsi="Times New Roman"/>
          <w:b/>
          <w:sz w:val="28"/>
          <w:szCs w:val="28"/>
          <w:lang w:val="sr-Cyrl-CS"/>
        </w:rPr>
        <w:t xml:space="preserve">ИСА ОВЕРАВА:                 </w:t>
      </w:r>
      <w:r>
        <w:rPr>
          <w:rFonts w:ascii="Times New Roman" w:hAnsi="Times New Roman"/>
          <w:b/>
          <w:sz w:val="28"/>
          <w:szCs w:val="28"/>
        </w:rPr>
        <w:t xml:space="preserve">   </w:t>
      </w:r>
      <w:r w:rsidRPr="00413ED9">
        <w:rPr>
          <w:rFonts w:ascii="Times New Roman" w:hAnsi="Times New Roman"/>
          <w:b/>
          <w:sz w:val="28"/>
          <w:szCs w:val="28"/>
          <w:lang w:val="sr-Cyrl-CS"/>
        </w:rPr>
        <w:t>СЕКРЕТАР СКУПШТИНЕ</w:t>
      </w:r>
    </w:p>
    <w:p w:rsidR="00C46159" w:rsidRPr="00AB10FE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                       Марко Тричковић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4615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46159" w:rsidRPr="00504A72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 xml:space="preserve">Република Србија 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>ГРАД ВРАЊЕ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>СКУПШТИНА ГРАДА ВРАЊА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>Број:06-15/2019-10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>25.01.2019. године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>В  р  а  њ  е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 xml:space="preserve">            На основу члана 33. Статута града Врања  („Службени гласник града Врања“, број 37/2018) и члана  88. Пословника Скупштине града Врања („Службени  гласник града Врања“, број 3/2018-пречишћен текст), Скупштина града Врања, је на седници одржаној дана 25.01.2019.године, раз</w:t>
      </w:r>
      <w:r>
        <w:rPr>
          <w:rFonts w:ascii="Times New Roman" w:hAnsi="Times New Roman"/>
          <w:sz w:val="28"/>
          <w:szCs w:val="28"/>
        </w:rPr>
        <w:t>матрала предлог Одлуке о локалн</w:t>
      </w:r>
      <w:r w:rsidRPr="00413ED9">
        <w:rPr>
          <w:rFonts w:ascii="Times New Roman" w:hAnsi="Times New Roman"/>
          <w:sz w:val="28"/>
          <w:szCs w:val="28"/>
        </w:rPr>
        <w:t>им комуналним таксама и донела следећи</w:t>
      </w:r>
    </w:p>
    <w:p w:rsidR="00C46159" w:rsidRPr="00413ED9" w:rsidRDefault="00C46159" w:rsidP="00C306E5">
      <w:pPr>
        <w:tabs>
          <w:tab w:val="left" w:pos="19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ab/>
      </w:r>
    </w:p>
    <w:p w:rsidR="00C46159" w:rsidRPr="00413ED9" w:rsidRDefault="00C46159" w:rsidP="00C306E5">
      <w:pPr>
        <w:tabs>
          <w:tab w:val="left" w:pos="19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Default="00C46159" w:rsidP="00C306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>З а к љ у ч а к</w:t>
      </w:r>
    </w:p>
    <w:p w:rsidR="00C46159" w:rsidRPr="00504A72" w:rsidRDefault="00C46159" w:rsidP="00C306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ab/>
        <w:t xml:space="preserve"> Доноси се Одлука о локалним комуналним таксама. 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504A7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>ПРЕДСЕДНИК СКУПШТИНЕ</w:t>
      </w:r>
    </w:p>
    <w:p w:rsidR="00C46159" w:rsidRPr="00413ED9" w:rsidRDefault="00C46159" w:rsidP="00504A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       </w:t>
      </w:r>
      <w:r w:rsidRPr="00413ED9">
        <w:rPr>
          <w:rFonts w:ascii="Times New Roman" w:hAnsi="Times New Roman"/>
          <w:b/>
          <w:bCs/>
          <w:sz w:val="28"/>
          <w:szCs w:val="28"/>
        </w:rPr>
        <w:t>Дејан Тричковић,спец.двм</w:t>
      </w:r>
    </w:p>
    <w:p w:rsidR="00C46159" w:rsidRPr="00413ED9" w:rsidRDefault="00C46159" w:rsidP="00504A7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C46159" w:rsidRPr="00413ED9" w:rsidRDefault="00C46159" w:rsidP="00504A72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CS"/>
        </w:rPr>
      </w:pPr>
      <w:r w:rsidRPr="00413ED9">
        <w:rPr>
          <w:rFonts w:ascii="Times New Roman" w:hAnsi="Times New Roman"/>
          <w:b/>
          <w:sz w:val="28"/>
          <w:szCs w:val="28"/>
          <w:lang w:val="sr-Cyrl-CS"/>
        </w:rPr>
        <w:t>ТАЧНОСТ ПРЕП</w:t>
      </w:r>
      <w:r>
        <w:rPr>
          <w:rFonts w:ascii="Times New Roman" w:hAnsi="Times New Roman"/>
          <w:b/>
          <w:sz w:val="28"/>
          <w:szCs w:val="28"/>
          <w:lang w:val="sr-Cyrl-CS"/>
        </w:rPr>
        <w:t xml:space="preserve">ИСА ОВЕРАВА:                 </w:t>
      </w:r>
      <w:r>
        <w:rPr>
          <w:rFonts w:ascii="Times New Roman" w:hAnsi="Times New Roman"/>
          <w:b/>
          <w:sz w:val="28"/>
          <w:szCs w:val="28"/>
        </w:rPr>
        <w:t xml:space="preserve">   </w:t>
      </w:r>
      <w:r w:rsidRPr="00413ED9">
        <w:rPr>
          <w:rFonts w:ascii="Times New Roman" w:hAnsi="Times New Roman"/>
          <w:b/>
          <w:sz w:val="28"/>
          <w:szCs w:val="28"/>
          <w:lang w:val="sr-Cyrl-CS"/>
        </w:rPr>
        <w:t>СЕКРЕТАР СКУПШТИНЕ</w:t>
      </w:r>
    </w:p>
    <w:p w:rsidR="00C46159" w:rsidRPr="00AB10FE" w:rsidRDefault="00C46159" w:rsidP="00504A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                       Марко Тричковић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4615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4615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46159" w:rsidRPr="00504A72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 xml:space="preserve">Република Србија 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>ГРАД ВРАЊЕ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>СКУПШТИНА ГРАДА ВРАЊА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>Број:06-15/2019-10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>25.01.2019. године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>В  р  а  њ  е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 xml:space="preserve">            На основу члана 33. Статута града Врања  („Службени гласник града Врања“, број 37/2018) и члана  88. Пословника Скупштине града Врања („Службени  гласник града Врања“, број 3/2018-пречишћен текст), Скупштина града Врања, је на седници одржаној дана 25.01.2019.године, разматрала предлог Одлуке о накнадама за коришћење јавних површина и донела следећи</w:t>
      </w:r>
    </w:p>
    <w:p w:rsidR="00C46159" w:rsidRPr="00413ED9" w:rsidRDefault="00C46159" w:rsidP="00C306E5">
      <w:pPr>
        <w:tabs>
          <w:tab w:val="left" w:pos="19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ab/>
      </w:r>
    </w:p>
    <w:p w:rsidR="00C46159" w:rsidRPr="00413ED9" w:rsidRDefault="00C46159" w:rsidP="00C306E5">
      <w:pPr>
        <w:tabs>
          <w:tab w:val="left" w:pos="19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>З а к љ у ч а к</w:t>
      </w:r>
    </w:p>
    <w:p w:rsidR="00C46159" w:rsidRDefault="00C46159" w:rsidP="00C306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C46159" w:rsidRPr="00504A72" w:rsidRDefault="00C46159" w:rsidP="00C306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ab/>
        <w:t xml:space="preserve"> Доноси се Одлука о накнадама за коришћење јавних површина.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504A7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ПРЕДСЕДНИК СКУПШТИНЕ</w:t>
      </w:r>
    </w:p>
    <w:p w:rsidR="00C46159" w:rsidRDefault="00C46159" w:rsidP="00504A7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 xml:space="preserve">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</w:t>
      </w:r>
      <w:r w:rsidRPr="00413ED9">
        <w:rPr>
          <w:rFonts w:ascii="Times New Roman" w:hAnsi="Times New Roman"/>
          <w:b/>
          <w:bCs/>
          <w:sz w:val="28"/>
          <w:szCs w:val="28"/>
        </w:rPr>
        <w:t xml:space="preserve">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</w:t>
      </w:r>
      <w:r w:rsidRPr="00413ED9">
        <w:rPr>
          <w:rFonts w:ascii="Times New Roman" w:hAnsi="Times New Roman"/>
          <w:b/>
          <w:bCs/>
          <w:sz w:val="28"/>
          <w:szCs w:val="28"/>
        </w:rPr>
        <w:t>Дејан Тричковић,спец.двм</w:t>
      </w:r>
    </w:p>
    <w:p w:rsidR="00C46159" w:rsidRPr="00504A72" w:rsidRDefault="00C46159" w:rsidP="00504A7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C46159" w:rsidRPr="00413ED9" w:rsidRDefault="00C46159" w:rsidP="00504A72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CS"/>
        </w:rPr>
      </w:pPr>
      <w:r w:rsidRPr="00413ED9">
        <w:rPr>
          <w:rFonts w:ascii="Times New Roman" w:hAnsi="Times New Roman"/>
          <w:b/>
          <w:sz w:val="28"/>
          <w:szCs w:val="28"/>
          <w:lang w:val="sr-Cyrl-CS"/>
        </w:rPr>
        <w:t>ТАЧНОСТ ПРЕП</w:t>
      </w:r>
      <w:r>
        <w:rPr>
          <w:rFonts w:ascii="Times New Roman" w:hAnsi="Times New Roman"/>
          <w:b/>
          <w:sz w:val="28"/>
          <w:szCs w:val="28"/>
          <w:lang w:val="sr-Cyrl-CS"/>
        </w:rPr>
        <w:t xml:space="preserve">ИСА ОВЕРАВА:                 </w:t>
      </w:r>
      <w:r>
        <w:rPr>
          <w:rFonts w:ascii="Times New Roman" w:hAnsi="Times New Roman"/>
          <w:b/>
          <w:sz w:val="28"/>
          <w:szCs w:val="28"/>
        </w:rPr>
        <w:t xml:space="preserve">   </w:t>
      </w:r>
      <w:r w:rsidRPr="00413ED9">
        <w:rPr>
          <w:rFonts w:ascii="Times New Roman" w:hAnsi="Times New Roman"/>
          <w:b/>
          <w:sz w:val="28"/>
          <w:szCs w:val="28"/>
          <w:lang w:val="sr-Cyrl-CS"/>
        </w:rPr>
        <w:t>СЕКРЕТАР СКУПШТИНЕ</w:t>
      </w:r>
    </w:p>
    <w:p w:rsidR="00C46159" w:rsidRPr="00AB10FE" w:rsidRDefault="00C46159" w:rsidP="00504A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                       Марко Тричковић</w:t>
      </w:r>
    </w:p>
    <w:p w:rsidR="00C46159" w:rsidRPr="00413ED9" w:rsidRDefault="00C46159" w:rsidP="00504A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C4615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 xml:space="preserve">Република Србија 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>ГРАД ВРАЊЕ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>СКУПШТИНА ГРАДА ВРАЊА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>Број:06-15/2019-10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>25.01.2019. године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>В  р  а  њ  е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 xml:space="preserve">            На основу члана 33. Статута града Врања  („Службени гласник града Врања“, број 37/2018) и члана  88. Пословника Скупштине града Врања („Службени  гласник града Врања“, број 3/2018-пречишћен текст), Скупштина града Врања, је на седници одржаној дана 25.01.2019.године, разматрала предлог Одлуке о мрежи јавних основних школа на територији града Врања и донела следећи</w:t>
      </w:r>
    </w:p>
    <w:p w:rsidR="00C46159" w:rsidRPr="00413ED9" w:rsidRDefault="00C46159" w:rsidP="00C306E5">
      <w:pPr>
        <w:tabs>
          <w:tab w:val="left" w:pos="19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ab/>
      </w:r>
    </w:p>
    <w:p w:rsidR="00C46159" w:rsidRPr="00413ED9" w:rsidRDefault="00C46159" w:rsidP="00C306E5">
      <w:pPr>
        <w:tabs>
          <w:tab w:val="left" w:pos="19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>З а к љ у ч а к</w:t>
      </w:r>
    </w:p>
    <w:p w:rsidR="00C46159" w:rsidRDefault="00C46159" w:rsidP="00C306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C46159" w:rsidRPr="003B03B3" w:rsidRDefault="00C46159" w:rsidP="00C306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ab/>
        <w:t xml:space="preserve"> Доноси се Одлука о мрежи јавних основних школа на територији града Врања. 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3B03B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ПРЕДСЕДНИК СКУПШТИНЕ</w:t>
      </w:r>
    </w:p>
    <w:p w:rsidR="00C46159" w:rsidRPr="00413ED9" w:rsidRDefault="00C46159" w:rsidP="003B03B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</w:t>
      </w:r>
      <w:r w:rsidRPr="00413ED9">
        <w:rPr>
          <w:rFonts w:ascii="Times New Roman" w:hAnsi="Times New Roman"/>
          <w:b/>
          <w:bCs/>
          <w:sz w:val="28"/>
          <w:szCs w:val="28"/>
        </w:rPr>
        <w:t xml:space="preserve">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</w:t>
      </w:r>
      <w:r w:rsidRPr="00413ED9">
        <w:rPr>
          <w:rFonts w:ascii="Times New Roman" w:hAnsi="Times New Roman"/>
          <w:b/>
          <w:bCs/>
          <w:sz w:val="28"/>
          <w:szCs w:val="28"/>
        </w:rPr>
        <w:t>Дејан Тричковић,спец.двм</w:t>
      </w:r>
    </w:p>
    <w:p w:rsidR="00C46159" w:rsidRPr="00413ED9" w:rsidRDefault="00C46159" w:rsidP="003B03B3">
      <w:pPr>
        <w:autoSpaceDE w:val="0"/>
        <w:autoSpaceDN w:val="0"/>
        <w:adjustRightInd w:val="0"/>
        <w:jc w:val="right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3B03B3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CS"/>
        </w:rPr>
      </w:pPr>
      <w:r w:rsidRPr="00413ED9">
        <w:rPr>
          <w:rFonts w:ascii="Times New Roman" w:hAnsi="Times New Roman"/>
          <w:b/>
          <w:sz w:val="28"/>
          <w:szCs w:val="28"/>
          <w:lang w:val="sr-Cyrl-CS"/>
        </w:rPr>
        <w:t>ТАЧНОСТ ПРЕП</w:t>
      </w:r>
      <w:r>
        <w:rPr>
          <w:rFonts w:ascii="Times New Roman" w:hAnsi="Times New Roman"/>
          <w:b/>
          <w:sz w:val="28"/>
          <w:szCs w:val="28"/>
          <w:lang w:val="sr-Cyrl-CS"/>
        </w:rPr>
        <w:t xml:space="preserve">ИСА ОВЕРАВА:                 </w:t>
      </w:r>
      <w:r>
        <w:rPr>
          <w:rFonts w:ascii="Times New Roman" w:hAnsi="Times New Roman"/>
          <w:b/>
          <w:sz w:val="28"/>
          <w:szCs w:val="28"/>
        </w:rPr>
        <w:t xml:space="preserve">   </w:t>
      </w:r>
      <w:r w:rsidRPr="00413ED9">
        <w:rPr>
          <w:rFonts w:ascii="Times New Roman" w:hAnsi="Times New Roman"/>
          <w:b/>
          <w:sz w:val="28"/>
          <w:szCs w:val="28"/>
          <w:lang w:val="sr-Cyrl-CS"/>
        </w:rPr>
        <w:t>СЕКРЕТАР СКУПШТИНЕ</w:t>
      </w:r>
    </w:p>
    <w:p w:rsidR="00C46159" w:rsidRPr="00AB10FE" w:rsidRDefault="00C46159" w:rsidP="003B03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                       Марко Тричковић</w:t>
      </w:r>
    </w:p>
    <w:p w:rsidR="00C46159" w:rsidRPr="00413ED9" w:rsidRDefault="00C46159" w:rsidP="003B03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C46159" w:rsidRDefault="00C46159" w:rsidP="00C306E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C46159" w:rsidRPr="003B03B3" w:rsidRDefault="00C46159" w:rsidP="00C306E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 xml:space="preserve">Република Србија 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>ГРАД ВРАЊЕ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>СКУПШТИНА ГРАДА ВРАЊА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>Број:06-15/2019-10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>25.01.2019. године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>В  р  а  њ  е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 xml:space="preserve">            На основу члана 33. Статута града Врања  („Службени гласник града Врања“, број 37/2018) и члана  88. Пословника Скупштине града Врања („Службени  гласник града Врања“, број 3/2018-пречишћен текст), Скупштина града Врања, је на седници одржаној дана 25.01.2019.године, разматрала предлог Одлуке о обављању комуналне делатности обезбеђивања јавног осветљења на територији града Врања и донела следећи</w:t>
      </w:r>
    </w:p>
    <w:p w:rsidR="00C46159" w:rsidRPr="00413ED9" w:rsidRDefault="00C46159" w:rsidP="00C306E5">
      <w:pPr>
        <w:tabs>
          <w:tab w:val="left" w:pos="19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ab/>
      </w:r>
    </w:p>
    <w:p w:rsidR="00C46159" w:rsidRPr="00413ED9" w:rsidRDefault="00C46159" w:rsidP="00C306E5">
      <w:pPr>
        <w:tabs>
          <w:tab w:val="left" w:pos="19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Default="00C46159" w:rsidP="00C306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>З а к љ у ч а к</w:t>
      </w:r>
    </w:p>
    <w:p w:rsidR="00C46159" w:rsidRPr="003B03B3" w:rsidRDefault="00C46159" w:rsidP="00C306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C4615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ab/>
        <w:t xml:space="preserve"> Доноси се Одлука о обављању комуналне делатности обезбеђивања јавног осветљења на територији града Врања. </w:t>
      </w:r>
    </w:p>
    <w:p w:rsidR="00C46159" w:rsidRPr="003B03B3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3B03B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ПРЕДСЕДНИК СКУПШТИНЕ</w:t>
      </w:r>
    </w:p>
    <w:p w:rsidR="00C46159" w:rsidRPr="00413ED9" w:rsidRDefault="00C46159" w:rsidP="003B03B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 xml:space="preserve">                   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</w:t>
      </w:r>
      <w:r w:rsidRPr="00413ED9">
        <w:rPr>
          <w:rFonts w:ascii="Times New Roman" w:hAnsi="Times New Roman"/>
          <w:b/>
          <w:bCs/>
          <w:sz w:val="28"/>
          <w:szCs w:val="28"/>
        </w:rPr>
        <w:t>Дејан Тричковић,спец.двм</w:t>
      </w:r>
    </w:p>
    <w:p w:rsidR="00C46159" w:rsidRPr="00413ED9" w:rsidRDefault="00C46159" w:rsidP="003B03B3">
      <w:pPr>
        <w:autoSpaceDE w:val="0"/>
        <w:autoSpaceDN w:val="0"/>
        <w:adjustRightInd w:val="0"/>
        <w:jc w:val="right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C4615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 xml:space="preserve">Република Србија 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>ГРАД ВРАЊЕ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>СКУПШТИНА ГРАДА ВРАЊА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>Број:06-15/2019-10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>25.01.2019. године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>В  р  а  њ  е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 xml:space="preserve">            На основу члана 33. Статута града Врања  („Службени гласник града Врања“, број 37/2018) и члана  88. Пословника Скупштине града Врања („Службени  гласник града Врања“, број 3/2018-пречишћен текст), Скупштина града Врања, је на седници одржаној дана 25.01.2019.године, разматрала предлог Одлуке о </w:t>
      </w:r>
      <w:r>
        <w:rPr>
          <w:rFonts w:ascii="Times New Roman" w:hAnsi="Times New Roman"/>
          <w:sz w:val="28"/>
          <w:szCs w:val="28"/>
        </w:rPr>
        <w:t xml:space="preserve">допуни Одлуке о </w:t>
      </w:r>
      <w:r w:rsidRPr="00413ED9">
        <w:rPr>
          <w:rFonts w:ascii="Times New Roman" w:hAnsi="Times New Roman"/>
          <w:sz w:val="28"/>
          <w:szCs w:val="28"/>
        </w:rPr>
        <w:t>комуналним делатностима на територији града Врања и донела следећи</w:t>
      </w:r>
    </w:p>
    <w:p w:rsidR="00C46159" w:rsidRPr="00413ED9" w:rsidRDefault="00C46159" w:rsidP="00C306E5">
      <w:pPr>
        <w:tabs>
          <w:tab w:val="left" w:pos="19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ab/>
      </w:r>
    </w:p>
    <w:p w:rsidR="00C46159" w:rsidRPr="00413ED9" w:rsidRDefault="00C46159" w:rsidP="00C306E5">
      <w:pPr>
        <w:tabs>
          <w:tab w:val="left" w:pos="19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Default="00C46159" w:rsidP="00C306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>З а к љ у ч а к</w:t>
      </w:r>
    </w:p>
    <w:p w:rsidR="00C46159" w:rsidRPr="003B03B3" w:rsidRDefault="00C46159" w:rsidP="00C306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C4615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</w:t>
      </w:r>
      <w:r w:rsidRPr="00413ED9">
        <w:rPr>
          <w:rFonts w:ascii="Times New Roman" w:hAnsi="Times New Roman"/>
          <w:sz w:val="28"/>
          <w:szCs w:val="28"/>
        </w:rPr>
        <w:t xml:space="preserve"> Доноси се Одлука о </w:t>
      </w:r>
      <w:r>
        <w:rPr>
          <w:rFonts w:ascii="Times New Roman" w:hAnsi="Times New Roman"/>
          <w:sz w:val="28"/>
          <w:szCs w:val="28"/>
        </w:rPr>
        <w:t xml:space="preserve">допуни Одлуке о </w:t>
      </w:r>
      <w:r w:rsidRPr="00413ED9">
        <w:rPr>
          <w:rFonts w:ascii="Times New Roman" w:hAnsi="Times New Roman"/>
          <w:sz w:val="28"/>
          <w:szCs w:val="28"/>
        </w:rPr>
        <w:t xml:space="preserve">комуналним делатностима на територији града Врања. </w:t>
      </w:r>
    </w:p>
    <w:p w:rsidR="00C46159" w:rsidRPr="003B03B3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</w:t>
      </w:r>
      <w:r w:rsidRPr="00413ED9">
        <w:rPr>
          <w:rFonts w:ascii="Times New Roman" w:hAnsi="Times New Roman"/>
          <w:b/>
          <w:bCs/>
          <w:sz w:val="28"/>
          <w:szCs w:val="28"/>
        </w:rPr>
        <w:t>ПРЕДСЕДНИК СКУПШТИНЕ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</w:t>
      </w:r>
      <w:r w:rsidRPr="00413ED9">
        <w:rPr>
          <w:rFonts w:ascii="Times New Roman" w:hAnsi="Times New Roman"/>
          <w:b/>
          <w:bCs/>
          <w:sz w:val="28"/>
          <w:szCs w:val="28"/>
        </w:rPr>
        <w:t>Дејан Тричковић,спец.двм</w:t>
      </w:r>
    </w:p>
    <w:p w:rsidR="00C46159" w:rsidRPr="00413ED9" w:rsidRDefault="00C46159" w:rsidP="00C306E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3B03B3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CS"/>
        </w:rPr>
      </w:pPr>
      <w:r w:rsidRPr="00413ED9">
        <w:rPr>
          <w:rFonts w:ascii="Times New Roman" w:hAnsi="Times New Roman"/>
          <w:b/>
          <w:sz w:val="28"/>
          <w:szCs w:val="28"/>
          <w:lang w:val="sr-Cyrl-CS"/>
        </w:rPr>
        <w:t>ТАЧНОСТ ПРЕП</w:t>
      </w:r>
      <w:r>
        <w:rPr>
          <w:rFonts w:ascii="Times New Roman" w:hAnsi="Times New Roman"/>
          <w:b/>
          <w:sz w:val="28"/>
          <w:szCs w:val="28"/>
          <w:lang w:val="sr-Cyrl-CS"/>
        </w:rPr>
        <w:t xml:space="preserve">ИСА ОВЕРАВА:                 </w:t>
      </w:r>
      <w:r>
        <w:rPr>
          <w:rFonts w:ascii="Times New Roman" w:hAnsi="Times New Roman"/>
          <w:b/>
          <w:sz w:val="28"/>
          <w:szCs w:val="28"/>
        </w:rPr>
        <w:t xml:space="preserve">   </w:t>
      </w:r>
      <w:r w:rsidRPr="00413ED9">
        <w:rPr>
          <w:rFonts w:ascii="Times New Roman" w:hAnsi="Times New Roman"/>
          <w:b/>
          <w:sz w:val="28"/>
          <w:szCs w:val="28"/>
          <w:lang w:val="sr-Cyrl-CS"/>
        </w:rPr>
        <w:t>СЕКРЕТАР СКУПШТИНЕ</w:t>
      </w:r>
    </w:p>
    <w:p w:rsidR="00C46159" w:rsidRPr="00AB10FE" w:rsidRDefault="00C46159" w:rsidP="003B03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                       Марко Тричковић</w:t>
      </w:r>
    </w:p>
    <w:p w:rsidR="00C46159" w:rsidRPr="00413ED9" w:rsidRDefault="00C46159" w:rsidP="003B03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46159" w:rsidRPr="00413ED9" w:rsidRDefault="00C46159" w:rsidP="003B03B3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C46159" w:rsidRDefault="00C46159" w:rsidP="00C306E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C46159" w:rsidRPr="006A12FA" w:rsidRDefault="00C46159" w:rsidP="00C306E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 xml:space="preserve">Република Србија 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>ГРАД ВРАЊЕ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>СКУПШТИНА ГРАДА ВРАЊА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>Број:06-15/2019-10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>25.01.2019. године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>В  р  а  њ  е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 xml:space="preserve">            На основу члана 33. Статута града Врања  („Службени гласник града Врања“, број 37/2018) и члана  88. Пословника Скупштине града Врања („Службени  гласник града Врања“, број 3/2018-пречишћен текст), Скупштина града Врања, је на седници одржаној дана 25.01.2019.године, разматрала предлог Одлуке о прибављању и располагању становима у јавној својини града Врања и донела следећи</w:t>
      </w:r>
    </w:p>
    <w:p w:rsidR="00C46159" w:rsidRPr="00413ED9" w:rsidRDefault="00C46159" w:rsidP="00C306E5">
      <w:pPr>
        <w:tabs>
          <w:tab w:val="left" w:pos="19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ab/>
      </w:r>
    </w:p>
    <w:p w:rsidR="00C46159" w:rsidRPr="00413ED9" w:rsidRDefault="00C46159" w:rsidP="00C306E5">
      <w:pPr>
        <w:tabs>
          <w:tab w:val="left" w:pos="19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>З а к љ у ч а к</w:t>
      </w:r>
    </w:p>
    <w:p w:rsidR="00C46159" w:rsidRDefault="00C46159" w:rsidP="00C306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C46159" w:rsidRPr="000262E7" w:rsidRDefault="00C46159" w:rsidP="00C306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C4615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ab/>
        <w:t xml:space="preserve"> Доноси се Одлука о прибављању и располагању становима у јавној својини града Врања. </w:t>
      </w:r>
    </w:p>
    <w:p w:rsidR="00C46159" w:rsidRPr="000262E7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</w:t>
      </w:r>
      <w:r w:rsidRPr="00413ED9">
        <w:rPr>
          <w:rFonts w:ascii="Times New Roman" w:hAnsi="Times New Roman"/>
          <w:b/>
          <w:bCs/>
          <w:sz w:val="28"/>
          <w:szCs w:val="28"/>
        </w:rPr>
        <w:t xml:space="preserve"> ПРЕДСЕДНИК СКУПШТИНЕ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</w:t>
      </w:r>
      <w:r w:rsidRPr="00413ED9">
        <w:rPr>
          <w:rFonts w:ascii="Times New Roman" w:hAnsi="Times New Roman"/>
          <w:b/>
          <w:bCs/>
          <w:sz w:val="28"/>
          <w:szCs w:val="28"/>
        </w:rPr>
        <w:t>Дејан Тричковић,спец.двм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46159" w:rsidRPr="00413ED9" w:rsidRDefault="00C46159" w:rsidP="000262E7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CS"/>
        </w:rPr>
      </w:pPr>
      <w:r w:rsidRPr="00413ED9">
        <w:rPr>
          <w:rFonts w:ascii="Times New Roman" w:hAnsi="Times New Roman"/>
          <w:b/>
          <w:sz w:val="28"/>
          <w:szCs w:val="28"/>
          <w:lang w:val="sr-Cyrl-CS"/>
        </w:rPr>
        <w:t>ТАЧНОСТ ПРЕП</w:t>
      </w:r>
      <w:r>
        <w:rPr>
          <w:rFonts w:ascii="Times New Roman" w:hAnsi="Times New Roman"/>
          <w:b/>
          <w:sz w:val="28"/>
          <w:szCs w:val="28"/>
          <w:lang w:val="sr-Cyrl-CS"/>
        </w:rPr>
        <w:t xml:space="preserve">ИСА ОВЕРАВА:                 </w:t>
      </w:r>
      <w:r>
        <w:rPr>
          <w:rFonts w:ascii="Times New Roman" w:hAnsi="Times New Roman"/>
          <w:b/>
          <w:sz w:val="28"/>
          <w:szCs w:val="28"/>
        </w:rPr>
        <w:t xml:space="preserve">   </w:t>
      </w:r>
      <w:r w:rsidRPr="00413ED9">
        <w:rPr>
          <w:rFonts w:ascii="Times New Roman" w:hAnsi="Times New Roman"/>
          <w:b/>
          <w:sz w:val="28"/>
          <w:szCs w:val="28"/>
          <w:lang w:val="sr-Cyrl-CS"/>
        </w:rPr>
        <w:t>СЕКРЕТАР СКУПШТИНЕ</w:t>
      </w:r>
    </w:p>
    <w:p w:rsidR="00C46159" w:rsidRPr="00AB10FE" w:rsidRDefault="00C46159" w:rsidP="000262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                       Марко Тричковић</w:t>
      </w:r>
    </w:p>
    <w:p w:rsidR="00C46159" w:rsidRPr="00413ED9" w:rsidRDefault="00C46159" w:rsidP="000262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4615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 xml:space="preserve">Република Србија 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>ГРАД ВРАЊЕ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>СКУПШТИНА ГРАДА ВРАЊА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>Број:06-15/2019-10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>25.01.2019. године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>В  р  а  њ  е</w:t>
      </w:r>
    </w:p>
    <w:p w:rsidR="00C4615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46159" w:rsidRPr="000262E7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 xml:space="preserve">            На основу члана 33. Статута града Врања  („Службени гласник града Врања“, број 37/2018) и члана  88. Пословника Скупштине града Врања („Службени  гласник града Врања“, број 3/2018-пречишћен текст), Скупштина града Врања, је на седници одржаној дана 25.01.2019.године, разматрала предлог Одлуке о изменама и допунама Одлуке о прибављању, располагању, коришћењу и управљању стварима у јавној својини града Врања и донела следећи</w:t>
      </w:r>
    </w:p>
    <w:p w:rsidR="00C46159" w:rsidRPr="00413ED9" w:rsidRDefault="00C46159" w:rsidP="00C306E5">
      <w:pPr>
        <w:tabs>
          <w:tab w:val="left" w:pos="19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ab/>
      </w:r>
    </w:p>
    <w:p w:rsidR="00C46159" w:rsidRPr="00413ED9" w:rsidRDefault="00C46159" w:rsidP="00C306E5">
      <w:pPr>
        <w:tabs>
          <w:tab w:val="left" w:pos="19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Default="00C46159" w:rsidP="00C306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>З а к љ у ч а к</w:t>
      </w:r>
    </w:p>
    <w:p w:rsidR="00C46159" w:rsidRPr="000262E7" w:rsidRDefault="00C46159" w:rsidP="00C306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C46159" w:rsidRPr="000262E7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ab/>
        <w:t xml:space="preserve"> Доноси се Одлука о </w:t>
      </w:r>
      <w:r>
        <w:rPr>
          <w:rFonts w:ascii="Times New Roman" w:hAnsi="Times New Roman"/>
          <w:sz w:val="28"/>
          <w:szCs w:val="28"/>
        </w:rPr>
        <w:t xml:space="preserve">изменама и допунама Одлуке о </w:t>
      </w:r>
      <w:r w:rsidRPr="00413ED9">
        <w:rPr>
          <w:rFonts w:ascii="Times New Roman" w:hAnsi="Times New Roman"/>
          <w:sz w:val="28"/>
          <w:szCs w:val="28"/>
        </w:rPr>
        <w:t>прибављању, располагању, коришћењу и управљању стварима у јавној својини града Врања.</w:t>
      </w:r>
    </w:p>
    <w:p w:rsidR="00C46159" w:rsidRPr="000262E7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</w:t>
      </w:r>
      <w:r w:rsidRPr="00413ED9">
        <w:rPr>
          <w:rFonts w:ascii="Times New Roman" w:hAnsi="Times New Roman"/>
          <w:b/>
          <w:bCs/>
          <w:sz w:val="28"/>
          <w:szCs w:val="28"/>
        </w:rPr>
        <w:t>ПРЕДСЕДНИК СКУПШТИНЕ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</w:t>
      </w:r>
      <w:r w:rsidRPr="00413ED9">
        <w:rPr>
          <w:rFonts w:ascii="Times New Roman" w:hAnsi="Times New Roman"/>
          <w:b/>
          <w:bCs/>
          <w:sz w:val="28"/>
          <w:szCs w:val="28"/>
        </w:rPr>
        <w:t xml:space="preserve"> Дејан Тричковић,спец.двм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46159" w:rsidRPr="00413ED9" w:rsidRDefault="00C46159" w:rsidP="000262E7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CS"/>
        </w:rPr>
      </w:pPr>
      <w:r w:rsidRPr="00413ED9">
        <w:rPr>
          <w:rFonts w:ascii="Times New Roman" w:hAnsi="Times New Roman"/>
          <w:b/>
          <w:sz w:val="28"/>
          <w:szCs w:val="28"/>
          <w:lang w:val="sr-Cyrl-CS"/>
        </w:rPr>
        <w:t>ТАЧНОСТ ПРЕП</w:t>
      </w:r>
      <w:r>
        <w:rPr>
          <w:rFonts w:ascii="Times New Roman" w:hAnsi="Times New Roman"/>
          <w:b/>
          <w:sz w:val="28"/>
          <w:szCs w:val="28"/>
          <w:lang w:val="sr-Cyrl-CS"/>
        </w:rPr>
        <w:t xml:space="preserve">ИСА ОВЕРАВА:                 </w:t>
      </w:r>
      <w:r>
        <w:rPr>
          <w:rFonts w:ascii="Times New Roman" w:hAnsi="Times New Roman"/>
          <w:b/>
          <w:sz w:val="28"/>
          <w:szCs w:val="28"/>
        </w:rPr>
        <w:t xml:space="preserve">   </w:t>
      </w:r>
      <w:r w:rsidRPr="00413ED9">
        <w:rPr>
          <w:rFonts w:ascii="Times New Roman" w:hAnsi="Times New Roman"/>
          <w:b/>
          <w:sz w:val="28"/>
          <w:szCs w:val="28"/>
          <w:lang w:val="sr-Cyrl-CS"/>
        </w:rPr>
        <w:t>СЕКРЕТАР СКУПШТИНЕ</w:t>
      </w:r>
    </w:p>
    <w:p w:rsidR="00C46159" w:rsidRPr="00AB10FE" w:rsidRDefault="00C46159" w:rsidP="000262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                       Марко Тричковић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46159" w:rsidRPr="00B86BA0" w:rsidRDefault="00C46159" w:rsidP="00C306E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 xml:space="preserve">Република Србија 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>ГРАД ВРАЊЕ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>СКУПШТИНА ГРАДА ВРАЊА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>Број:06-15/2019-10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>25.01.2019. године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>В  р  а  њ  е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 xml:space="preserve">            На основу члана 33. Статута града Врања  („Службени гласник града Врања“, број 37/2018) и члана  88. Пословника Скупштине града Врања („Службени  гласник града Врања“, број 3/2018-пречишћен текст), Скупштина града Врања, је на седници одржаној дана 25.01.2019.године, разматрала предлог Одлуке о такси превозу путника и лимо сервису на територији града Врања и донела следећи</w:t>
      </w:r>
    </w:p>
    <w:p w:rsidR="00C46159" w:rsidRPr="00413ED9" w:rsidRDefault="00C46159" w:rsidP="00C306E5">
      <w:pPr>
        <w:tabs>
          <w:tab w:val="left" w:pos="19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ab/>
      </w:r>
    </w:p>
    <w:p w:rsidR="00C46159" w:rsidRPr="00413ED9" w:rsidRDefault="00C46159" w:rsidP="00C306E5">
      <w:pPr>
        <w:tabs>
          <w:tab w:val="left" w:pos="19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E32A6D" w:rsidRDefault="00C46159" w:rsidP="00E32A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>З а к љ у ч а к</w:t>
      </w:r>
    </w:p>
    <w:p w:rsidR="00C46159" w:rsidRDefault="00C46159" w:rsidP="00C306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C46159" w:rsidRPr="00E32A6D" w:rsidRDefault="00C46159" w:rsidP="00C306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C4615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ab/>
        <w:t xml:space="preserve"> Доноси се Одлука о такси превозу путника и лимо сервису на територији града Врања. </w:t>
      </w:r>
    </w:p>
    <w:p w:rsidR="00C4615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E32A6D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</w:t>
      </w:r>
      <w:r w:rsidRPr="00413ED9">
        <w:rPr>
          <w:rFonts w:ascii="Times New Roman" w:hAnsi="Times New Roman"/>
          <w:b/>
          <w:bCs/>
          <w:sz w:val="28"/>
          <w:szCs w:val="28"/>
        </w:rPr>
        <w:t xml:space="preserve">    ПРЕДСЕДНИК СКУПШТИНЕ</w:t>
      </w:r>
    </w:p>
    <w:p w:rsidR="00C46159" w:rsidRPr="00E32A6D" w:rsidRDefault="00C46159" w:rsidP="00C306E5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</w:t>
      </w:r>
      <w:r w:rsidRPr="00413ED9">
        <w:rPr>
          <w:rFonts w:ascii="Times New Roman" w:hAnsi="Times New Roman"/>
          <w:b/>
          <w:bCs/>
          <w:sz w:val="28"/>
          <w:szCs w:val="28"/>
        </w:rPr>
        <w:t xml:space="preserve"> Дејан Тричковић,спец.двм</w:t>
      </w:r>
    </w:p>
    <w:p w:rsidR="00C46159" w:rsidRPr="00413ED9" w:rsidRDefault="00C46159" w:rsidP="00E32A6D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CS"/>
        </w:rPr>
      </w:pPr>
      <w:r w:rsidRPr="00413ED9">
        <w:rPr>
          <w:rFonts w:ascii="Times New Roman" w:hAnsi="Times New Roman"/>
          <w:b/>
          <w:sz w:val="28"/>
          <w:szCs w:val="28"/>
          <w:lang w:val="sr-Cyrl-CS"/>
        </w:rPr>
        <w:t>ТАЧНОСТ ПРЕП</w:t>
      </w:r>
      <w:r>
        <w:rPr>
          <w:rFonts w:ascii="Times New Roman" w:hAnsi="Times New Roman"/>
          <w:b/>
          <w:sz w:val="28"/>
          <w:szCs w:val="28"/>
          <w:lang w:val="sr-Cyrl-CS"/>
        </w:rPr>
        <w:t xml:space="preserve">ИСА ОВЕРАВА:                 </w:t>
      </w:r>
      <w:r>
        <w:rPr>
          <w:rFonts w:ascii="Times New Roman" w:hAnsi="Times New Roman"/>
          <w:b/>
          <w:sz w:val="28"/>
          <w:szCs w:val="28"/>
        </w:rPr>
        <w:t xml:space="preserve">   </w:t>
      </w:r>
      <w:r w:rsidRPr="00413ED9">
        <w:rPr>
          <w:rFonts w:ascii="Times New Roman" w:hAnsi="Times New Roman"/>
          <w:b/>
          <w:sz w:val="28"/>
          <w:szCs w:val="28"/>
          <w:lang w:val="sr-Cyrl-CS"/>
        </w:rPr>
        <w:t>СЕКРЕТАР СКУПШТИНЕ</w:t>
      </w:r>
    </w:p>
    <w:p w:rsidR="00C46159" w:rsidRPr="00AB10FE" w:rsidRDefault="00C46159" w:rsidP="00E32A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                       Марко Тричковић</w:t>
      </w:r>
    </w:p>
    <w:p w:rsidR="00C46159" w:rsidRPr="00413ED9" w:rsidRDefault="00C46159" w:rsidP="00E32A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</w:p>
    <w:p w:rsidR="00C46159" w:rsidRPr="00E32A6D" w:rsidRDefault="00C46159" w:rsidP="00C306E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 xml:space="preserve">Република Србија 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>ГРАД ВРАЊЕ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>СКУПШТИНА ГРАДА ВРАЊА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>Број:06-15/2019-10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>25.01.2019. године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>В  р  а  њ  е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 xml:space="preserve">            На основу члана 33. Статута града Врања  („Службени гласник града Врања“, број 37/2018) и члана  88. Пословника Скупштине града Врања („Службени  гласник града Врања“, број 3/2018-пречишћен текст), Скупштина града Врања, је на седници одржаној дана 25.01.2019.године, разматрала предлог Одлуке о материјалн</w:t>
      </w:r>
      <w:r>
        <w:rPr>
          <w:rFonts w:ascii="Times New Roman" w:hAnsi="Times New Roman"/>
          <w:sz w:val="28"/>
          <w:szCs w:val="28"/>
        </w:rPr>
        <w:t>ој подршци породици за новорођен</w:t>
      </w:r>
      <w:r w:rsidRPr="00413ED9">
        <w:rPr>
          <w:rFonts w:ascii="Times New Roman" w:hAnsi="Times New Roman"/>
          <w:sz w:val="28"/>
          <w:szCs w:val="28"/>
        </w:rPr>
        <w:t>у децу и породици за прворођено дете у Новој години и донела следећи</w:t>
      </w:r>
    </w:p>
    <w:p w:rsidR="00C46159" w:rsidRPr="00413ED9" w:rsidRDefault="00C46159" w:rsidP="00C306E5">
      <w:pPr>
        <w:tabs>
          <w:tab w:val="left" w:pos="19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ab/>
      </w:r>
    </w:p>
    <w:p w:rsidR="00C46159" w:rsidRPr="00413ED9" w:rsidRDefault="00C46159" w:rsidP="00C306E5">
      <w:pPr>
        <w:tabs>
          <w:tab w:val="left" w:pos="19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E32A6D" w:rsidRDefault="00C46159" w:rsidP="00E32A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>З а к љ у ч а к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ab/>
        <w:t xml:space="preserve"> Доноси се Одлука о материјалн</w:t>
      </w:r>
      <w:r>
        <w:rPr>
          <w:rFonts w:ascii="Times New Roman" w:hAnsi="Times New Roman"/>
          <w:sz w:val="28"/>
          <w:szCs w:val="28"/>
        </w:rPr>
        <w:t>ој подршци породици за новорођен</w:t>
      </w:r>
      <w:r w:rsidRPr="00413ED9">
        <w:rPr>
          <w:rFonts w:ascii="Times New Roman" w:hAnsi="Times New Roman"/>
          <w:sz w:val="28"/>
          <w:szCs w:val="28"/>
        </w:rPr>
        <w:t xml:space="preserve">у децу и породици за прворођено дете у Новој години. </w:t>
      </w:r>
    </w:p>
    <w:p w:rsidR="00C4615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E32A6D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</w:t>
      </w:r>
      <w:r w:rsidRPr="00413ED9">
        <w:rPr>
          <w:rFonts w:ascii="Times New Roman" w:hAnsi="Times New Roman"/>
          <w:b/>
          <w:bCs/>
          <w:sz w:val="28"/>
          <w:szCs w:val="28"/>
        </w:rPr>
        <w:t>ПРЕДСЕДНИК СКУПШТИНЕ</w:t>
      </w:r>
    </w:p>
    <w:p w:rsidR="00C46159" w:rsidRPr="00413ED9" w:rsidRDefault="00C46159" w:rsidP="00C306E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</w:t>
      </w:r>
      <w:r w:rsidRPr="00413ED9">
        <w:rPr>
          <w:rFonts w:ascii="Times New Roman" w:hAnsi="Times New Roman"/>
          <w:b/>
          <w:bCs/>
          <w:sz w:val="28"/>
          <w:szCs w:val="28"/>
        </w:rPr>
        <w:t>Дејан Тричковић,спец.двм</w:t>
      </w:r>
    </w:p>
    <w:p w:rsidR="00C46159" w:rsidRPr="00413ED9" w:rsidRDefault="00C46159" w:rsidP="00E32A6D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CS"/>
        </w:rPr>
      </w:pPr>
      <w:r w:rsidRPr="00413ED9">
        <w:rPr>
          <w:rFonts w:ascii="Times New Roman" w:hAnsi="Times New Roman"/>
          <w:b/>
          <w:sz w:val="28"/>
          <w:szCs w:val="28"/>
          <w:lang w:val="sr-Cyrl-CS"/>
        </w:rPr>
        <w:t>ТАЧНОСТ ПРЕП</w:t>
      </w:r>
      <w:r>
        <w:rPr>
          <w:rFonts w:ascii="Times New Roman" w:hAnsi="Times New Roman"/>
          <w:b/>
          <w:sz w:val="28"/>
          <w:szCs w:val="28"/>
          <w:lang w:val="sr-Cyrl-CS"/>
        </w:rPr>
        <w:t xml:space="preserve">ИСА ОВЕРАВА:                 </w:t>
      </w:r>
      <w:r>
        <w:rPr>
          <w:rFonts w:ascii="Times New Roman" w:hAnsi="Times New Roman"/>
          <w:b/>
          <w:sz w:val="28"/>
          <w:szCs w:val="28"/>
        </w:rPr>
        <w:t xml:space="preserve">   </w:t>
      </w:r>
      <w:r w:rsidRPr="00413ED9">
        <w:rPr>
          <w:rFonts w:ascii="Times New Roman" w:hAnsi="Times New Roman"/>
          <w:b/>
          <w:sz w:val="28"/>
          <w:szCs w:val="28"/>
          <w:lang w:val="sr-Cyrl-CS"/>
        </w:rPr>
        <w:t>СЕКРЕТАР СКУПШТИНЕ</w:t>
      </w:r>
    </w:p>
    <w:p w:rsidR="00C46159" w:rsidRPr="00AB10FE" w:rsidRDefault="00C46159" w:rsidP="00E32A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                       Марко Тричковић</w:t>
      </w:r>
    </w:p>
    <w:p w:rsidR="00C46159" w:rsidRPr="00413ED9" w:rsidRDefault="00C46159" w:rsidP="00E32A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C46159" w:rsidRDefault="00C46159" w:rsidP="00C306E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C46159" w:rsidRDefault="00C46159" w:rsidP="00C306E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C46159" w:rsidRDefault="00C46159" w:rsidP="00C306E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C46159" w:rsidRPr="00E32A6D" w:rsidRDefault="00C46159" w:rsidP="00C306E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E32A6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 xml:space="preserve">Република Србија </w:t>
      </w:r>
    </w:p>
    <w:p w:rsidR="00C46159" w:rsidRPr="00413ED9" w:rsidRDefault="00C46159" w:rsidP="00E32A6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>ГРАД ВРАЊЕ</w:t>
      </w:r>
    </w:p>
    <w:p w:rsidR="00C46159" w:rsidRPr="00413ED9" w:rsidRDefault="00C46159" w:rsidP="00E32A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>СКУПШТИНА ГРАДА ВРАЊА</w:t>
      </w:r>
    </w:p>
    <w:p w:rsidR="00C46159" w:rsidRPr="00413ED9" w:rsidRDefault="00C46159" w:rsidP="00E32A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>Број:06-15/2019-10</w:t>
      </w:r>
    </w:p>
    <w:p w:rsidR="00C46159" w:rsidRPr="00413ED9" w:rsidRDefault="00C46159" w:rsidP="00E32A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>25.01.2019. године</w:t>
      </w:r>
    </w:p>
    <w:p w:rsidR="00C46159" w:rsidRPr="00413ED9" w:rsidRDefault="00C46159" w:rsidP="00E32A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>В  р  а  њ  е</w:t>
      </w:r>
    </w:p>
    <w:p w:rsidR="00C46159" w:rsidRPr="00413ED9" w:rsidRDefault="00C46159" w:rsidP="00E32A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 xml:space="preserve">            На основу члана 33. Статута града Врања  („Службени гласник града Врања“, број 37/2018) и члана  88. Пословника Скупштине града Врања („Службени  гласник града Врања“, број 3/2018-пречишћен текст), Скупштина града Врања, је на седници одржаној дана 25.01.2019.године, разматрала предлог Одлуке о Програму уређивања грађевинског земљишта за 2019.годину и донела следећи</w:t>
      </w:r>
    </w:p>
    <w:p w:rsidR="00C46159" w:rsidRPr="00413ED9" w:rsidRDefault="00C46159" w:rsidP="00C306E5">
      <w:pPr>
        <w:tabs>
          <w:tab w:val="left" w:pos="19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ab/>
      </w:r>
    </w:p>
    <w:p w:rsidR="00C46159" w:rsidRPr="00413ED9" w:rsidRDefault="00C46159" w:rsidP="00C306E5">
      <w:pPr>
        <w:tabs>
          <w:tab w:val="left" w:pos="19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>З а к љ у ч а к</w:t>
      </w:r>
    </w:p>
    <w:p w:rsidR="00C46159" w:rsidRDefault="00C46159" w:rsidP="00C306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C46159" w:rsidRPr="00E32A6D" w:rsidRDefault="00C46159" w:rsidP="00C306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ab/>
        <w:t xml:space="preserve"> Доноси се Одлука о Програму уређивања грађевинског земљишта за 2019.годину. </w:t>
      </w:r>
    </w:p>
    <w:p w:rsidR="00C46159" w:rsidRPr="00E32A6D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</w:t>
      </w:r>
      <w:r w:rsidRPr="00413ED9">
        <w:rPr>
          <w:rFonts w:ascii="Times New Roman" w:hAnsi="Times New Roman"/>
          <w:b/>
          <w:bCs/>
          <w:sz w:val="28"/>
          <w:szCs w:val="28"/>
        </w:rPr>
        <w:t>ПРЕДСЕДНИК СКУПШТИНЕ</w:t>
      </w:r>
    </w:p>
    <w:p w:rsidR="00C46159" w:rsidRPr="00413ED9" w:rsidRDefault="00C46159" w:rsidP="00C306E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</w:t>
      </w:r>
      <w:r w:rsidRPr="00413ED9">
        <w:rPr>
          <w:rFonts w:ascii="Times New Roman" w:hAnsi="Times New Roman"/>
          <w:b/>
          <w:bCs/>
          <w:sz w:val="28"/>
          <w:szCs w:val="28"/>
        </w:rPr>
        <w:t>Дејан Тричковић,спец.двм</w:t>
      </w:r>
    </w:p>
    <w:p w:rsidR="00C46159" w:rsidRPr="00413ED9" w:rsidRDefault="00C46159" w:rsidP="006B6A9D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CS"/>
        </w:rPr>
      </w:pPr>
      <w:r w:rsidRPr="00413ED9">
        <w:rPr>
          <w:rFonts w:ascii="Times New Roman" w:hAnsi="Times New Roman"/>
          <w:b/>
          <w:sz w:val="28"/>
          <w:szCs w:val="28"/>
          <w:lang w:val="sr-Cyrl-CS"/>
        </w:rPr>
        <w:t>ТАЧНОСТ ПРЕП</w:t>
      </w:r>
      <w:r>
        <w:rPr>
          <w:rFonts w:ascii="Times New Roman" w:hAnsi="Times New Roman"/>
          <w:b/>
          <w:sz w:val="28"/>
          <w:szCs w:val="28"/>
          <w:lang w:val="sr-Cyrl-CS"/>
        </w:rPr>
        <w:t xml:space="preserve">ИСА ОВЕРАВА:                 </w:t>
      </w:r>
      <w:r>
        <w:rPr>
          <w:rFonts w:ascii="Times New Roman" w:hAnsi="Times New Roman"/>
          <w:b/>
          <w:sz w:val="28"/>
          <w:szCs w:val="28"/>
        </w:rPr>
        <w:t xml:space="preserve">   </w:t>
      </w:r>
      <w:r w:rsidRPr="00413ED9">
        <w:rPr>
          <w:rFonts w:ascii="Times New Roman" w:hAnsi="Times New Roman"/>
          <w:b/>
          <w:sz w:val="28"/>
          <w:szCs w:val="28"/>
          <w:lang w:val="sr-Cyrl-CS"/>
        </w:rPr>
        <w:t>СЕКРЕТАР СКУПШТИНЕ</w:t>
      </w:r>
    </w:p>
    <w:p w:rsidR="00C46159" w:rsidRPr="00AB10FE" w:rsidRDefault="00C46159" w:rsidP="006B6A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                       Марко Тричковић</w:t>
      </w:r>
    </w:p>
    <w:p w:rsidR="00C46159" w:rsidRPr="00413ED9" w:rsidRDefault="00C46159" w:rsidP="006B6A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C46159" w:rsidRDefault="00C46159" w:rsidP="00C306E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C46159" w:rsidRPr="00FE2C13" w:rsidRDefault="00C46159" w:rsidP="00C306E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 xml:space="preserve">Република Србија 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>ГРАД ВРАЊЕ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>СКУПШТИНА ГРАДА ВРАЊА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>Број:06-15/2019-10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>25.01.2019. године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>В  р  а  њ  е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 xml:space="preserve">            На основу члана 33. Статута града Врања  („Службени гласник града Врања“, број 37/2018) и члана  88. Пословника Скупштине града Врања („Службени  гласник града Врања“, број 3/2018-пречишћен текст), Скупштина града Врања, је на седници одржаној дана 25.01.2019.године, разматрала предлог Одлуке о измени Одлуке о одређивању максималног броја запослених на неодређено вре</w:t>
      </w:r>
      <w:r>
        <w:rPr>
          <w:rFonts w:ascii="Times New Roman" w:hAnsi="Times New Roman"/>
          <w:sz w:val="28"/>
          <w:szCs w:val="28"/>
        </w:rPr>
        <w:t xml:space="preserve">ме у систему локалне самоуправе, </w:t>
      </w:r>
      <w:r w:rsidRPr="00413ED9">
        <w:rPr>
          <w:rFonts w:ascii="Times New Roman" w:hAnsi="Times New Roman"/>
          <w:sz w:val="28"/>
          <w:szCs w:val="28"/>
        </w:rPr>
        <w:t>града Врања за 2017.годину и донела следећи</w:t>
      </w:r>
    </w:p>
    <w:p w:rsidR="00C46159" w:rsidRPr="00413ED9" w:rsidRDefault="00C46159" w:rsidP="00C306E5">
      <w:pPr>
        <w:tabs>
          <w:tab w:val="left" w:pos="19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ab/>
      </w:r>
    </w:p>
    <w:p w:rsidR="00C46159" w:rsidRPr="00413ED9" w:rsidRDefault="00C46159" w:rsidP="00C306E5">
      <w:pPr>
        <w:tabs>
          <w:tab w:val="left" w:pos="19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>З а к љ у ч а к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ab/>
        <w:t xml:space="preserve"> Доноси се Одлука о </w:t>
      </w:r>
      <w:r>
        <w:rPr>
          <w:rFonts w:ascii="Times New Roman" w:hAnsi="Times New Roman"/>
          <w:sz w:val="28"/>
          <w:szCs w:val="28"/>
        </w:rPr>
        <w:t xml:space="preserve">измени Одлуке о </w:t>
      </w:r>
      <w:r w:rsidRPr="00413ED9">
        <w:rPr>
          <w:rFonts w:ascii="Times New Roman" w:hAnsi="Times New Roman"/>
          <w:sz w:val="28"/>
          <w:szCs w:val="28"/>
        </w:rPr>
        <w:t>одређивању максималног броја запослених на неодређено врем</w:t>
      </w:r>
      <w:r>
        <w:rPr>
          <w:rFonts w:ascii="Times New Roman" w:hAnsi="Times New Roman"/>
          <w:sz w:val="28"/>
          <w:szCs w:val="28"/>
        </w:rPr>
        <w:t xml:space="preserve">е у систему локалне самоуправе, </w:t>
      </w:r>
      <w:r w:rsidRPr="00413ED9">
        <w:rPr>
          <w:rFonts w:ascii="Times New Roman" w:hAnsi="Times New Roman"/>
          <w:sz w:val="28"/>
          <w:szCs w:val="28"/>
        </w:rPr>
        <w:t xml:space="preserve">града Врања за 2017.годину. </w:t>
      </w:r>
    </w:p>
    <w:p w:rsidR="00C46159" w:rsidRPr="00FE2C13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</w:t>
      </w:r>
      <w:r w:rsidRPr="00413ED9">
        <w:rPr>
          <w:rFonts w:ascii="Times New Roman" w:hAnsi="Times New Roman"/>
          <w:b/>
          <w:bCs/>
          <w:sz w:val="28"/>
          <w:szCs w:val="28"/>
        </w:rPr>
        <w:t>ПРЕДСЕДНИК СКУПШТИНЕ</w:t>
      </w:r>
    </w:p>
    <w:p w:rsidR="00C46159" w:rsidRPr="00FE2C13" w:rsidRDefault="00C46159" w:rsidP="00FE2C13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</w:t>
      </w:r>
      <w:r w:rsidRPr="00413ED9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</w:t>
      </w:r>
      <w:r w:rsidRPr="00413ED9">
        <w:rPr>
          <w:rFonts w:ascii="Times New Roman" w:hAnsi="Times New Roman"/>
          <w:b/>
          <w:bCs/>
          <w:sz w:val="28"/>
          <w:szCs w:val="28"/>
        </w:rPr>
        <w:t>Дејан Тричковић,спец.двм</w:t>
      </w:r>
    </w:p>
    <w:p w:rsidR="00C46159" w:rsidRPr="00413ED9" w:rsidRDefault="00C46159" w:rsidP="00FE2C13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CS"/>
        </w:rPr>
      </w:pPr>
      <w:r w:rsidRPr="00413ED9">
        <w:rPr>
          <w:rFonts w:ascii="Times New Roman" w:hAnsi="Times New Roman"/>
          <w:b/>
          <w:sz w:val="28"/>
          <w:szCs w:val="28"/>
          <w:lang w:val="sr-Cyrl-CS"/>
        </w:rPr>
        <w:t>ТАЧНОСТ ПРЕП</w:t>
      </w:r>
      <w:r>
        <w:rPr>
          <w:rFonts w:ascii="Times New Roman" w:hAnsi="Times New Roman"/>
          <w:b/>
          <w:sz w:val="28"/>
          <w:szCs w:val="28"/>
          <w:lang w:val="sr-Cyrl-CS"/>
        </w:rPr>
        <w:t xml:space="preserve">ИСА ОВЕРАВА:                 </w:t>
      </w:r>
      <w:r>
        <w:rPr>
          <w:rFonts w:ascii="Times New Roman" w:hAnsi="Times New Roman"/>
          <w:b/>
          <w:sz w:val="28"/>
          <w:szCs w:val="28"/>
        </w:rPr>
        <w:t xml:space="preserve">   </w:t>
      </w:r>
      <w:r w:rsidRPr="00413ED9">
        <w:rPr>
          <w:rFonts w:ascii="Times New Roman" w:hAnsi="Times New Roman"/>
          <w:b/>
          <w:sz w:val="28"/>
          <w:szCs w:val="28"/>
          <w:lang w:val="sr-Cyrl-CS"/>
        </w:rPr>
        <w:t>СЕКРЕТАР СКУПШТИНЕ</w:t>
      </w:r>
    </w:p>
    <w:p w:rsidR="00C46159" w:rsidRPr="00AB10FE" w:rsidRDefault="00C46159" w:rsidP="00FE2C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                       Марко Тричковић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 xml:space="preserve">Република Србија 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>ГРАД ВРАЊЕ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>СКУПШТИНА ГРАДА ВРАЊА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>Број:06-15/2019-10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>25.01.2019. године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>В  р  а  њ  е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 xml:space="preserve">            На основу члана 33. Статута града Врања  („Службени гласник града Врања“, број 37/2018) и члана  88. Пословника Скупштине града Врања („Службени  гласник града Врања“, број 3/2018-пречишћен текст), Скупштина града Врања, је на седници одржаној дана 25.01.2019.године, разматрала предлог Одлуке о измени Одлуке о оснивању Слободне зоне Врање и донела следећи</w:t>
      </w:r>
    </w:p>
    <w:p w:rsidR="00C46159" w:rsidRPr="00413ED9" w:rsidRDefault="00C46159" w:rsidP="00C306E5">
      <w:pPr>
        <w:tabs>
          <w:tab w:val="left" w:pos="19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ab/>
      </w:r>
    </w:p>
    <w:p w:rsidR="00C46159" w:rsidRPr="00413ED9" w:rsidRDefault="00C46159" w:rsidP="00C306E5">
      <w:pPr>
        <w:tabs>
          <w:tab w:val="left" w:pos="19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8E5F95" w:rsidRDefault="00C46159" w:rsidP="008E5F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>З а к љ у ч а к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ab/>
        <w:t xml:space="preserve"> Доноси се Одлука о измени Одлуке о оснивању Слободне зоне Врање. </w:t>
      </w:r>
    </w:p>
    <w:p w:rsidR="00C46159" w:rsidRPr="008E5F95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 </w:t>
      </w:r>
      <w:r w:rsidRPr="00413ED9">
        <w:rPr>
          <w:rFonts w:ascii="Times New Roman" w:hAnsi="Times New Roman"/>
          <w:b/>
          <w:bCs/>
          <w:sz w:val="28"/>
          <w:szCs w:val="28"/>
        </w:rPr>
        <w:t xml:space="preserve"> ПРЕДСЕДНИК СКУПШТИНЕ</w:t>
      </w:r>
    </w:p>
    <w:p w:rsidR="00C46159" w:rsidRPr="00413ED9" w:rsidRDefault="00C46159" w:rsidP="00C306E5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</w:t>
      </w:r>
      <w:r w:rsidRPr="00413ED9">
        <w:rPr>
          <w:rFonts w:ascii="Times New Roman" w:hAnsi="Times New Roman"/>
          <w:b/>
          <w:bCs/>
          <w:sz w:val="28"/>
          <w:szCs w:val="28"/>
        </w:rPr>
        <w:t>Дејан Тричковић,спец.двм</w:t>
      </w:r>
    </w:p>
    <w:p w:rsidR="00C46159" w:rsidRPr="00413ED9" w:rsidRDefault="00C46159" w:rsidP="008E5F95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CS"/>
        </w:rPr>
      </w:pPr>
      <w:r w:rsidRPr="00413ED9">
        <w:rPr>
          <w:rFonts w:ascii="Times New Roman" w:hAnsi="Times New Roman"/>
          <w:b/>
          <w:sz w:val="28"/>
          <w:szCs w:val="28"/>
          <w:lang w:val="sr-Cyrl-CS"/>
        </w:rPr>
        <w:t>ТАЧНОСТ ПРЕП</w:t>
      </w:r>
      <w:r>
        <w:rPr>
          <w:rFonts w:ascii="Times New Roman" w:hAnsi="Times New Roman"/>
          <w:b/>
          <w:sz w:val="28"/>
          <w:szCs w:val="28"/>
          <w:lang w:val="sr-Cyrl-CS"/>
        </w:rPr>
        <w:t xml:space="preserve">ИСА ОВЕРАВА:                 </w:t>
      </w:r>
      <w:r>
        <w:rPr>
          <w:rFonts w:ascii="Times New Roman" w:hAnsi="Times New Roman"/>
          <w:b/>
          <w:sz w:val="28"/>
          <w:szCs w:val="28"/>
        </w:rPr>
        <w:t xml:space="preserve">   </w:t>
      </w:r>
      <w:r w:rsidRPr="00413ED9">
        <w:rPr>
          <w:rFonts w:ascii="Times New Roman" w:hAnsi="Times New Roman"/>
          <w:b/>
          <w:sz w:val="28"/>
          <w:szCs w:val="28"/>
          <w:lang w:val="sr-Cyrl-CS"/>
        </w:rPr>
        <w:t>СЕКРЕТАР СКУПШТИНЕ</w:t>
      </w:r>
    </w:p>
    <w:p w:rsidR="00C46159" w:rsidRPr="00AB10FE" w:rsidRDefault="00C46159" w:rsidP="008E5F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                       Марко Тричковић</w:t>
      </w:r>
    </w:p>
    <w:p w:rsidR="00C46159" w:rsidRPr="00413ED9" w:rsidRDefault="00C46159" w:rsidP="008E5F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8E5F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C46159" w:rsidRDefault="00C46159" w:rsidP="00C306E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C46159" w:rsidRPr="008E5F95" w:rsidRDefault="00C46159" w:rsidP="00C306E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 xml:space="preserve">Република Србија 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>ГРАД ВРАЊЕ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>СКУПШТИНА ГРАДА ВРАЊА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>Број:06-15/2019-10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>25.01.2019. године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>В  р  а  њ  е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 xml:space="preserve">            На основу члана 33. Статута града Врања  („Службени гласник града Врања“, број 37/2018) и члана  88. Пословника Скупштине града Врања („Службени  гласник града Врања“, број 3/2018-пречишћен текст), Скупштина града Врања, је на седници одржаној дана 25.01.2019.године, разматрала Статут ЈП “Урбанизам и изградња града Врања“ Врање број: 06-19 од 16.01.2019.године и донела следећи</w:t>
      </w:r>
    </w:p>
    <w:p w:rsidR="00C46159" w:rsidRPr="008E5F95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tabs>
          <w:tab w:val="left" w:pos="19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ab/>
      </w:r>
    </w:p>
    <w:p w:rsidR="00C46159" w:rsidRPr="008E5F95" w:rsidRDefault="00C46159" w:rsidP="008E5F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>З а к љ у ч а к</w:t>
      </w:r>
    </w:p>
    <w:p w:rsidR="00C46159" w:rsidRDefault="00C46159" w:rsidP="00C306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C46159" w:rsidRPr="008E5F95" w:rsidRDefault="00C46159" w:rsidP="00C306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C4615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ab/>
        <w:t xml:space="preserve"> Доноси се Решење о давању сагласности на Статут ЈП“Урбанизам и изградња града Врања“ Врање број: 06-19 од 16.01.2019.године. </w:t>
      </w:r>
    </w:p>
    <w:p w:rsidR="00C46159" w:rsidRPr="008E5F95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8E5F95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</w:t>
      </w:r>
      <w:r w:rsidRPr="00413ED9">
        <w:rPr>
          <w:rFonts w:ascii="Times New Roman" w:hAnsi="Times New Roman"/>
          <w:b/>
          <w:bCs/>
          <w:sz w:val="28"/>
          <w:szCs w:val="28"/>
        </w:rPr>
        <w:t>ПРЕДСЕДНИК СКУПШТИНЕ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</w:t>
      </w:r>
      <w:r w:rsidRPr="00413ED9">
        <w:rPr>
          <w:rFonts w:ascii="Times New Roman" w:hAnsi="Times New Roman"/>
          <w:b/>
          <w:bCs/>
          <w:sz w:val="28"/>
          <w:szCs w:val="28"/>
        </w:rPr>
        <w:t xml:space="preserve"> Дејан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413ED9">
        <w:rPr>
          <w:rFonts w:ascii="Times New Roman" w:hAnsi="Times New Roman"/>
          <w:b/>
          <w:bCs/>
          <w:sz w:val="28"/>
          <w:szCs w:val="28"/>
        </w:rPr>
        <w:t>Тричковић,спец.двм</w:t>
      </w:r>
      <w:r w:rsidRPr="00413ED9">
        <w:rPr>
          <w:rFonts w:ascii="Times New Roman" w:hAnsi="Times New Roman"/>
          <w:sz w:val="28"/>
          <w:szCs w:val="28"/>
        </w:rPr>
        <w:t xml:space="preserve"> 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8E5F95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CS"/>
        </w:rPr>
      </w:pPr>
      <w:r w:rsidRPr="00413ED9">
        <w:rPr>
          <w:rFonts w:ascii="Times New Roman" w:hAnsi="Times New Roman"/>
          <w:b/>
          <w:sz w:val="28"/>
          <w:szCs w:val="28"/>
          <w:lang w:val="sr-Cyrl-CS"/>
        </w:rPr>
        <w:t>ТАЧНОСТ ПРЕП</w:t>
      </w:r>
      <w:r>
        <w:rPr>
          <w:rFonts w:ascii="Times New Roman" w:hAnsi="Times New Roman"/>
          <w:b/>
          <w:sz w:val="28"/>
          <w:szCs w:val="28"/>
          <w:lang w:val="sr-Cyrl-CS"/>
        </w:rPr>
        <w:t xml:space="preserve">ИСА ОВЕРАВА:                 </w:t>
      </w:r>
      <w:r>
        <w:rPr>
          <w:rFonts w:ascii="Times New Roman" w:hAnsi="Times New Roman"/>
          <w:b/>
          <w:sz w:val="28"/>
          <w:szCs w:val="28"/>
        </w:rPr>
        <w:t xml:space="preserve">   </w:t>
      </w:r>
      <w:r w:rsidRPr="00413ED9">
        <w:rPr>
          <w:rFonts w:ascii="Times New Roman" w:hAnsi="Times New Roman"/>
          <w:b/>
          <w:sz w:val="28"/>
          <w:szCs w:val="28"/>
          <w:lang w:val="sr-Cyrl-CS"/>
        </w:rPr>
        <w:t>СЕКРЕТАР СКУПШТИНЕ</w:t>
      </w:r>
    </w:p>
    <w:p w:rsidR="00C46159" w:rsidRPr="00AB10FE" w:rsidRDefault="00C46159" w:rsidP="008E5F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                       Марко Тричковић</w:t>
      </w:r>
    </w:p>
    <w:p w:rsidR="00C46159" w:rsidRPr="00413ED9" w:rsidRDefault="00C46159" w:rsidP="008E5F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F36E3B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 xml:space="preserve">Република Србија 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>ГРАД ВРАЊЕ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>СКУПШТИНА ГРАДА ВРАЊА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>Број:06-15/2019-10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>25.01.2019. године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>В  р  а  њ  е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194102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 xml:space="preserve">            На основу члана 33. Статута града Врања  („Службени гласник града Врања“, број 37/2018) и члана  88. Пословника Скупштине града Врања („Службени  гласник града Врања“, број 3/2018-пречишћен текст), Скупштина града Врања, је на седници одржаној дана 25.01.2019.године, разматрала предлог Одлуке о измени и допуни Статута ЈП</w:t>
      </w:r>
      <w:r>
        <w:rPr>
          <w:rFonts w:ascii="Times New Roman" w:hAnsi="Times New Roman"/>
          <w:sz w:val="28"/>
          <w:szCs w:val="28"/>
        </w:rPr>
        <w:t>“Водовод“ Врање и донела следеће</w:t>
      </w:r>
    </w:p>
    <w:p w:rsidR="00C46159" w:rsidRPr="00194102" w:rsidRDefault="00C46159" w:rsidP="00C306E5">
      <w:pPr>
        <w:tabs>
          <w:tab w:val="left" w:pos="19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ab/>
      </w:r>
    </w:p>
    <w:p w:rsidR="00C46159" w:rsidRPr="00194102" w:rsidRDefault="00C46159" w:rsidP="00C306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>З а к љ у</w:t>
      </w:r>
      <w:r>
        <w:rPr>
          <w:rFonts w:ascii="Times New Roman" w:hAnsi="Times New Roman"/>
          <w:b/>
          <w:bCs/>
          <w:sz w:val="28"/>
          <w:szCs w:val="28"/>
        </w:rPr>
        <w:t xml:space="preserve"> ч к е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C46159" w:rsidRDefault="00C46159" w:rsidP="00F36E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ab/>
        <w:t xml:space="preserve"> </w:t>
      </w:r>
      <w:r>
        <w:rPr>
          <w:rFonts w:ascii="Times New Roman" w:hAnsi="Times New Roman"/>
          <w:sz w:val="28"/>
          <w:szCs w:val="28"/>
        </w:rPr>
        <w:t xml:space="preserve"> 1. </w:t>
      </w:r>
      <w:r>
        <w:rPr>
          <w:rFonts w:ascii="Times New Roman CYR" w:hAnsi="Times New Roman CYR" w:cs="Times New Roman CYR"/>
          <w:sz w:val="28"/>
          <w:szCs w:val="28"/>
        </w:rPr>
        <w:t xml:space="preserve">Доноси се Решење о давању сагласности на Одлуку о измени и допуни Статута  ЈП“ Водовод“ Врање. </w:t>
      </w:r>
    </w:p>
    <w:p w:rsidR="00C46159" w:rsidRPr="0095464B" w:rsidRDefault="00C46159" w:rsidP="00F36E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 2. Јавно предузеће „Водовод“Врање обављаће делатност од општег интереса- управљање општинским путевима и улицама и некатегорисаним путевима који не припадају државним путевима првог и другог реда, док се не стекну услови да ове послове обавља Јавно предузеће „Урбанизам и изградња града Врања“.</w:t>
      </w:r>
    </w:p>
    <w:p w:rsidR="00C46159" w:rsidRDefault="00C46159" w:rsidP="00F36E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</w:t>
      </w:r>
      <w:r w:rsidRPr="00413ED9">
        <w:rPr>
          <w:rFonts w:ascii="Times New Roman" w:hAnsi="Times New Roman"/>
          <w:b/>
          <w:bCs/>
          <w:sz w:val="28"/>
          <w:szCs w:val="28"/>
        </w:rPr>
        <w:t>ПРЕДСЕДНИК СКУПШТИНЕ</w:t>
      </w:r>
    </w:p>
    <w:p w:rsidR="00C46159" w:rsidRPr="00413ED9" w:rsidRDefault="00C46159" w:rsidP="00C306E5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</w:t>
      </w:r>
      <w:r w:rsidRPr="00413ED9">
        <w:rPr>
          <w:rFonts w:ascii="Times New Roman" w:hAnsi="Times New Roman"/>
          <w:b/>
          <w:bCs/>
          <w:sz w:val="28"/>
          <w:szCs w:val="28"/>
        </w:rPr>
        <w:t>Дејан Тричковић,спец.двм</w:t>
      </w:r>
    </w:p>
    <w:p w:rsidR="00C46159" w:rsidRPr="00413ED9" w:rsidRDefault="00C46159" w:rsidP="00194102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CS"/>
        </w:rPr>
      </w:pPr>
      <w:r w:rsidRPr="00413ED9">
        <w:rPr>
          <w:rFonts w:ascii="Times New Roman" w:hAnsi="Times New Roman"/>
          <w:b/>
          <w:sz w:val="28"/>
          <w:szCs w:val="28"/>
          <w:lang w:val="sr-Cyrl-CS"/>
        </w:rPr>
        <w:t>ТАЧНОСТ ПРЕП</w:t>
      </w:r>
      <w:r>
        <w:rPr>
          <w:rFonts w:ascii="Times New Roman" w:hAnsi="Times New Roman"/>
          <w:b/>
          <w:sz w:val="28"/>
          <w:szCs w:val="28"/>
          <w:lang w:val="sr-Cyrl-CS"/>
        </w:rPr>
        <w:t xml:space="preserve">ИСА ОВЕРАВА:                 </w:t>
      </w:r>
      <w:r>
        <w:rPr>
          <w:rFonts w:ascii="Times New Roman" w:hAnsi="Times New Roman"/>
          <w:b/>
          <w:sz w:val="28"/>
          <w:szCs w:val="28"/>
        </w:rPr>
        <w:t xml:space="preserve">   </w:t>
      </w:r>
      <w:r w:rsidRPr="00413ED9">
        <w:rPr>
          <w:rFonts w:ascii="Times New Roman" w:hAnsi="Times New Roman"/>
          <w:b/>
          <w:sz w:val="28"/>
          <w:szCs w:val="28"/>
          <w:lang w:val="sr-Cyrl-CS"/>
        </w:rPr>
        <w:t>СЕКРЕТАР СКУПШТИНЕ</w:t>
      </w:r>
    </w:p>
    <w:p w:rsidR="00C46159" w:rsidRPr="00AB10FE" w:rsidRDefault="00C46159" w:rsidP="001941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                       Марко Тричковић</w:t>
      </w:r>
    </w:p>
    <w:p w:rsidR="00C46159" w:rsidRPr="00413ED9" w:rsidRDefault="00C46159" w:rsidP="00C306E5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C46159" w:rsidRDefault="00C46159" w:rsidP="00C306E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C46159" w:rsidRPr="00794CC2" w:rsidRDefault="00C46159" w:rsidP="00C306E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 xml:space="preserve">Република Србија 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>ГРАД ВРАЊЕ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>СКУПШТИНА ГРАДА ВРАЊА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>Број:06-15/2019-10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>25.01.2019. године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>В  р  а  њ  е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 xml:space="preserve">            На основу члана 33. Статута града Врања  („Службени гласник града Врања“, број 37/2018) и члана  88. Пословника Скупштине града Врања („Службени  гласник града Врања“, број 3/2018-пречишћен текст), Скупштина града Врања, је на седници одржаној дана 25.01.2019.године, разматрала </w:t>
      </w:r>
      <w:r>
        <w:rPr>
          <w:rFonts w:ascii="Times New Roman" w:hAnsi="Times New Roman"/>
          <w:sz w:val="28"/>
          <w:szCs w:val="28"/>
        </w:rPr>
        <w:t>Одлуку о измени и допуни Статута</w:t>
      </w:r>
      <w:r w:rsidRPr="00413ED9">
        <w:rPr>
          <w:rFonts w:ascii="Times New Roman" w:hAnsi="Times New Roman"/>
          <w:sz w:val="28"/>
          <w:szCs w:val="28"/>
        </w:rPr>
        <w:t xml:space="preserve"> ЈКП“Паркинг сервис“ Врање и донела следећи</w:t>
      </w:r>
    </w:p>
    <w:p w:rsidR="00C46159" w:rsidRPr="00413ED9" w:rsidRDefault="00C46159" w:rsidP="00C306E5">
      <w:pPr>
        <w:tabs>
          <w:tab w:val="left" w:pos="19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ab/>
      </w:r>
    </w:p>
    <w:p w:rsidR="00C46159" w:rsidRPr="00413ED9" w:rsidRDefault="00C46159" w:rsidP="00C306E5">
      <w:pPr>
        <w:tabs>
          <w:tab w:val="left" w:pos="19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>З а к љ у ч а к</w:t>
      </w:r>
    </w:p>
    <w:p w:rsidR="00C46159" w:rsidRDefault="00C46159" w:rsidP="00C306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C46159" w:rsidRPr="00794CC2" w:rsidRDefault="00C46159" w:rsidP="00C306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ab/>
        <w:t xml:space="preserve"> Доноси се Решење о давању сагласности на Одлуку о измени и допуни Статута  ЈКП „Паркинг сервис“Врање. 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</w:t>
      </w:r>
      <w:r w:rsidRPr="00413ED9">
        <w:rPr>
          <w:rFonts w:ascii="Times New Roman" w:hAnsi="Times New Roman"/>
          <w:b/>
          <w:bCs/>
          <w:sz w:val="28"/>
          <w:szCs w:val="28"/>
        </w:rPr>
        <w:t xml:space="preserve"> ПРЕДСЕДНИК СКУПШТИНЕ</w:t>
      </w:r>
    </w:p>
    <w:p w:rsidR="00C46159" w:rsidRPr="00413ED9" w:rsidRDefault="00C46159" w:rsidP="00C306E5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</w:t>
      </w:r>
      <w:r w:rsidRPr="00413ED9">
        <w:rPr>
          <w:rFonts w:ascii="Times New Roman" w:hAnsi="Times New Roman"/>
          <w:b/>
          <w:bCs/>
          <w:sz w:val="28"/>
          <w:szCs w:val="28"/>
        </w:rPr>
        <w:t>Дејан Тричковић,спец.двм</w:t>
      </w:r>
    </w:p>
    <w:p w:rsidR="00C46159" w:rsidRPr="00413ED9" w:rsidRDefault="00C46159" w:rsidP="00794CC2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CS"/>
        </w:rPr>
      </w:pPr>
      <w:r w:rsidRPr="00413ED9">
        <w:rPr>
          <w:rFonts w:ascii="Times New Roman" w:hAnsi="Times New Roman"/>
          <w:b/>
          <w:sz w:val="28"/>
          <w:szCs w:val="28"/>
          <w:lang w:val="sr-Cyrl-CS"/>
        </w:rPr>
        <w:t>ТАЧНОСТ ПРЕП</w:t>
      </w:r>
      <w:r>
        <w:rPr>
          <w:rFonts w:ascii="Times New Roman" w:hAnsi="Times New Roman"/>
          <w:b/>
          <w:sz w:val="28"/>
          <w:szCs w:val="28"/>
          <w:lang w:val="sr-Cyrl-CS"/>
        </w:rPr>
        <w:t xml:space="preserve">ИСА ОВЕРАВА:                 </w:t>
      </w:r>
      <w:r>
        <w:rPr>
          <w:rFonts w:ascii="Times New Roman" w:hAnsi="Times New Roman"/>
          <w:b/>
          <w:sz w:val="28"/>
          <w:szCs w:val="28"/>
        </w:rPr>
        <w:t xml:space="preserve">   </w:t>
      </w:r>
      <w:r w:rsidRPr="00413ED9">
        <w:rPr>
          <w:rFonts w:ascii="Times New Roman" w:hAnsi="Times New Roman"/>
          <w:b/>
          <w:sz w:val="28"/>
          <w:szCs w:val="28"/>
          <w:lang w:val="sr-Cyrl-CS"/>
        </w:rPr>
        <w:t>СЕКРЕТАР СКУПШТИНЕ</w:t>
      </w:r>
    </w:p>
    <w:p w:rsidR="00C46159" w:rsidRPr="00AB10FE" w:rsidRDefault="00C46159" w:rsidP="00794C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                       Марко Тричковић</w:t>
      </w:r>
    </w:p>
    <w:p w:rsidR="00C46159" w:rsidRPr="00413ED9" w:rsidRDefault="00C46159" w:rsidP="00C306E5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C46159" w:rsidRDefault="00C46159" w:rsidP="00C306E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C46159" w:rsidRPr="00794CC2" w:rsidRDefault="00C46159" w:rsidP="00C306E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 xml:space="preserve">Република Србија 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>ГРАД ВРАЊЕ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>СКУПШТИНА ГРАДА ВРАЊА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>Број:06-15/2019-10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>25.01.2019. године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>В  р  а  њ  е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 xml:space="preserve">            На основу члана 33. Статута града Врања  („Службени гласник града Врања“, број 37/2018) и члана  88. Пословника Скупштине града Врања („Службени  гласник града Врања“, број 3/2018-пречишћен текст), Скупштина града Врања, је на седници одржаној дана 25.01.2019.године, разматрала предлог Програма отуђења грађевинског земљишта у јавној својини града Врања за 2019.годину и донела следећи</w:t>
      </w:r>
    </w:p>
    <w:p w:rsidR="00C46159" w:rsidRPr="00413ED9" w:rsidRDefault="00C46159" w:rsidP="00C306E5">
      <w:pPr>
        <w:tabs>
          <w:tab w:val="left" w:pos="19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ab/>
      </w:r>
    </w:p>
    <w:p w:rsidR="00C46159" w:rsidRPr="00413ED9" w:rsidRDefault="00C46159" w:rsidP="00C306E5">
      <w:pPr>
        <w:tabs>
          <w:tab w:val="left" w:pos="19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>З а к љ у ч а к</w:t>
      </w:r>
    </w:p>
    <w:p w:rsidR="00C46159" w:rsidRDefault="00C46159" w:rsidP="00C306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C46159" w:rsidRPr="00794CC2" w:rsidRDefault="00C46159" w:rsidP="00C306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ab/>
        <w:t xml:space="preserve"> Доноси се Програм отуђења грађевинског земљишта у јавној својини града Врања за 2019.годину.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</w:t>
      </w:r>
      <w:r w:rsidRPr="00413ED9">
        <w:rPr>
          <w:rFonts w:ascii="Times New Roman" w:hAnsi="Times New Roman"/>
          <w:b/>
          <w:bCs/>
          <w:sz w:val="28"/>
          <w:szCs w:val="28"/>
        </w:rPr>
        <w:t xml:space="preserve">   ПРЕДСЕДНИК СКУПШТИНЕ</w:t>
      </w:r>
    </w:p>
    <w:p w:rsidR="00C46159" w:rsidRPr="00413ED9" w:rsidRDefault="00C46159" w:rsidP="00C306E5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</w:t>
      </w:r>
      <w:r w:rsidRPr="00413ED9">
        <w:rPr>
          <w:rFonts w:ascii="Times New Roman" w:hAnsi="Times New Roman"/>
          <w:b/>
          <w:bCs/>
          <w:sz w:val="28"/>
          <w:szCs w:val="28"/>
        </w:rPr>
        <w:t xml:space="preserve"> Дејан Тричковић,спец.двм</w:t>
      </w:r>
    </w:p>
    <w:p w:rsidR="00C46159" w:rsidRPr="00413ED9" w:rsidRDefault="00C46159" w:rsidP="00380985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CS"/>
        </w:rPr>
      </w:pPr>
      <w:r w:rsidRPr="00413ED9">
        <w:rPr>
          <w:rFonts w:ascii="Times New Roman" w:hAnsi="Times New Roman"/>
          <w:b/>
          <w:sz w:val="28"/>
          <w:szCs w:val="28"/>
          <w:lang w:val="sr-Cyrl-CS"/>
        </w:rPr>
        <w:t>ТАЧНОСТ ПРЕП</w:t>
      </w:r>
      <w:r>
        <w:rPr>
          <w:rFonts w:ascii="Times New Roman" w:hAnsi="Times New Roman"/>
          <w:b/>
          <w:sz w:val="28"/>
          <w:szCs w:val="28"/>
          <w:lang w:val="sr-Cyrl-CS"/>
        </w:rPr>
        <w:t xml:space="preserve">ИСА ОВЕРАВА:                 </w:t>
      </w:r>
      <w:r>
        <w:rPr>
          <w:rFonts w:ascii="Times New Roman" w:hAnsi="Times New Roman"/>
          <w:b/>
          <w:sz w:val="28"/>
          <w:szCs w:val="28"/>
        </w:rPr>
        <w:t xml:space="preserve">   </w:t>
      </w:r>
      <w:r w:rsidRPr="00413ED9">
        <w:rPr>
          <w:rFonts w:ascii="Times New Roman" w:hAnsi="Times New Roman"/>
          <w:b/>
          <w:sz w:val="28"/>
          <w:szCs w:val="28"/>
          <w:lang w:val="sr-Cyrl-CS"/>
        </w:rPr>
        <w:t>СЕКРЕТАР СКУПШТИНЕ</w:t>
      </w:r>
    </w:p>
    <w:p w:rsidR="00C46159" w:rsidRPr="00AB10FE" w:rsidRDefault="00C46159" w:rsidP="00380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                       Марко Тричковић</w:t>
      </w:r>
    </w:p>
    <w:p w:rsidR="00C46159" w:rsidRPr="00413ED9" w:rsidRDefault="00C46159" w:rsidP="00380985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</w:p>
    <w:p w:rsidR="00C46159" w:rsidRDefault="00C46159" w:rsidP="00C306E5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</w:p>
    <w:p w:rsidR="00C46159" w:rsidRPr="00380985" w:rsidRDefault="00C46159" w:rsidP="00C306E5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 xml:space="preserve">Република Србија 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>ГРАД ВРАЊЕ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>СКУПШТИНА ГРАДА ВРАЊА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>Број:06-15/2019-10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>25.01.2019. године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>В  р  а  њ  е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 xml:space="preserve">            На основу члана 33. Статута града Врања  („Службени гласник града Врања“, број 37/2018) и члана  88. Пословника Скупштине града Врања („Службени  гласник града Врања“, број 3/2018-пречишћен текст), Скупштина града Врања, је на седници одржаној дана 25.01.2019.године, разматрала предлог Плана рада Градског штаба за ванредне ситуације за 2019.годину и донела следећи</w:t>
      </w:r>
    </w:p>
    <w:p w:rsidR="00C46159" w:rsidRPr="00413ED9" w:rsidRDefault="00C46159" w:rsidP="00C306E5">
      <w:pPr>
        <w:tabs>
          <w:tab w:val="left" w:pos="19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ab/>
      </w:r>
    </w:p>
    <w:p w:rsidR="00C46159" w:rsidRPr="00413ED9" w:rsidRDefault="00C46159" w:rsidP="00C306E5">
      <w:pPr>
        <w:tabs>
          <w:tab w:val="left" w:pos="19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>З а к љ у ч а к</w:t>
      </w:r>
    </w:p>
    <w:p w:rsidR="00C46159" w:rsidRDefault="00C46159" w:rsidP="00C306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C46159" w:rsidRPr="00380985" w:rsidRDefault="00C46159" w:rsidP="00C306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C46159" w:rsidRPr="00380985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ab/>
        <w:t xml:space="preserve"> Доноси се План рада Градског штаба за ванредне ситуације за 2019.годину.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</w:t>
      </w:r>
      <w:r w:rsidRPr="00413ED9">
        <w:rPr>
          <w:rFonts w:ascii="Times New Roman" w:hAnsi="Times New Roman"/>
          <w:b/>
          <w:bCs/>
          <w:sz w:val="28"/>
          <w:szCs w:val="28"/>
        </w:rPr>
        <w:t>ПРЕДСЕДНИК СКУПШТИНЕ</w:t>
      </w:r>
    </w:p>
    <w:p w:rsidR="00C46159" w:rsidRPr="00380985" w:rsidRDefault="00C46159" w:rsidP="00C306E5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</w:t>
      </w:r>
      <w:r w:rsidRPr="00413ED9">
        <w:rPr>
          <w:rFonts w:ascii="Times New Roman" w:hAnsi="Times New Roman"/>
          <w:b/>
          <w:bCs/>
          <w:sz w:val="28"/>
          <w:szCs w:val="28"/>
        </w:rPr>
        <w:t>Дејан Тричковић,спец.двм</w:t>
      </w:r>
    </w:p>
    <w:p w:rsidR="00C46159" w:rsidRPr="00413ED9" w:rsidRDefault="00C46159" w:rsidP="00380985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CS"/>
        </w:rPr>
      </w:pPr>
      <w:r w:rsidRPr="00413ED9">
        <w:rPr>
          <w:rFonts w:ascii="Times New Roman" w:hAnsi="Times New Roman"/>
          <w:b/>
          <w:sz w:val="28"/>
          <w:szCs w:val="28"/>
          <w:lang w:val="sr-Cyrl-CS"/>
        </w:rPr>
        <w:t>ТАЧНОСТ ПРЕП</w:t>
      </w:r>
      <w:r>
        <w:rPr>
          <w:rFonts w:ascii="Times New Roman" w:hAnsi="Times New Roman"/>
          <w:b/>
          <w:sz w:val="28"/>
          <w:szCs w:val="28"/>
          <w:lang w:val="sr-Cyrl-CS"/>
        </w:rPr>
        <w:t xml:space="preserve">ИСА ОВЕРАВА:                 </w:t>
      </w:r>
      <w:r>
        <w:rPr>
          <w:rFonts w:ascii="Times New Roman" w:hAnsi="Times New Roman"/>
          <w:b/>
          <w:sz w:val="28"/>
          <w:szCs w:val="28"/>
        </w:rPr>
        <w:t xml:space="preserve">   </w:t>
      </w:r>
      <w:r w:rsidRPr="00413ED9">
        <w:rPr>
          <w:rFonts w:ascii="Times New Roman" w:hAnsi="Times New Roman"/>
          <w:b/>
          <w:sz w:val="28"/>
          <w:szCs w:val="28"/>
          <w:lang w:val="sr-Cyrl-CS"/>
        </w:rPr>
        <w:t>СЕКРЕТАР СКУПШТИНЕ</w:t>
      </w:r>
    </w:p>
    <w:p w:rsidR="00C46159" w:rsidRPr="00AB10FE" w:rsidRDefault="00C46159" w:rsidP="00380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                       Марко Тричковић</w:t>
      </w:r>
    </w:p>
    <w:p w:rsidR="00C46159" w:rsidRPr="00413ED9" w:rsidRDefault="00C46159" w:rsidP="00C306E5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</w:p>
    <w:p w:rsidR="00C46159" w:rsidRDefault="00C46159" w:rsidP="00C306E5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</w:p>
    <w:p w:rsidR="00C46159" w:rsidRPr="00380985" w:rsidRDefault="00C46159" w:rsidP="00C306E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 xml:space="preserve">Република Србија 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>ГРАД ВРАЊЕ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>СКУПШТИНА ГРАДА ВРАЊА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>Број:06-15/2019-10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>25.01.2019. године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>В  р  а  њ  е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46159" w:rsidRPr="00380985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380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 xml:space="preserve">            На основу члана 33. Статута града Врања  („Службени гласник града Врања“, број 37/2018) и члана  88. Пословника Скупштине града Врања („Службени  гласник града Врања“, број 3/2018-пречишћен текст), Скупштина града Врања, је на седници одржаној дана 25.01.2019.године, разматрала предлог Решења о стављању ван снаге Решења Скупштине општине Врање, број: 463-75/2002-08 од 28.11.2002.године и донела следећи</w:t>
      </w:r>
      <w:r w:rsidRPr="00413ED9">
        <w:rPr>
          <w:rFonts w:ascii="Times New Roman" w:hAnsi="Times New Roman"/>
          <w:sz w:val="28"/>
          <w:szCs w:val="28"/>
        </w:rPr>
        <w:tab/>
      </w:r>
    </w:p>
    <w:p w:rsidR="00C46159" w:rsidRDefault="00C46159" w:rsidP="00C306E5">
      <w:pPr>
        <w:tabs>
          <w:tab w:val="left" w:pos="19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380985" w:rsidRDefault="00C46159" w:rsidP="00C306E5">
      <w:pPr>
        <w:tabs>
          <w:tab w:val="left" w:pos="19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>З а к љ у ч а к</w:t>
      </w:r>
    </w:p>
    <w:p w:rsidR="00C46159" w:rsidRDefault="00C46159" w:rsidP="00C306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C46159" w:rsidRPr="00380985" w:rsidRDefault="00C46159" w:rsidP="00C306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C4615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ab/>
        <w:t xml:space="preserve"> Доноси се Решење о стављању ван снаге Решења Скупштине општине Врање број: 463-75/2002-08 од 28.11.2002.године. </w:t>
      </w:r>
    </w:p>
    <w:p w:rsidR="00C46159" w:rsidRPr="00380985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380985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</w:t>
      </w:r>
      <w:r w:rsidRPr="00413ED9">
        <w:rPr>
          <w:rFonts w:ascii="Times New Roman" w:hAnsi="Times New Roman"/>
          <w:b/>
          <w:bCs/>
          <w:sz w:val="28"/>
          <w:szCs w:val="28"/>
        </w:rPr>
        <w:t>ПРЕДСЕДНИК СКУПШТИНЕ</w:t>
      </w:r>
    </w:p>
    <w:p w:rsidR="00C46159" w:rsidRPr="00413ED9" w:rsidRDefault="00C46159" w:rsidP="00C306E5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</w:t>
      </w:r>
      <w:r w:rsidRPr="00413ED9">
        <w:rPr>
          <w:rFonts w:ascii="Times New Roman" w:hAnsi="Times New Roman"/>
          <w:b/>
          <w:bCs/>
          <w:sz w:val="28"/>
          <w:szCs w:val="28"/>
        </w:rPr>
        <w:t xml:space="preserve"> Дејан Тричковић,спец.двм</w:t>
      </w:r>
    </w:p>
    <w:p w:rsidR="00C46159" w:rsidRPr="00413ED9" w:rsidRDefault="00C46159" w:rsidP="00380985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CS"/>
        </w:rPr>
      </w:pPr>
      <w:r w:rsidRPr="00413ED9">
        <w:rPr>
          <w:rFonts w:ascii="Times New Roman" w:hAnsi="Times New Roman"/>
          <w:b/>
          <w:sz w:val="28"/>
          <w:szCs w:val="28"/>
          <w:lang w:val="sr-Cyrl-CS"/>
        </w:rPr>
        <w:t>ТАЧНОСТ ПРЕП</w:t>
      </w:r>
      <w:r>
        <w:rPr>
          <w:rFonts w:ascii="Times New Roman" w:hAnsi="Times New Roman"/>
          <w:b/>
          <w:sz w:val="28"/>
          <w:szCs w:val="28"/>
          <w:lang w:val="sr-Cyrl-CS"/>
        </w:rPr>
        <w:t xml:space="preserve">ИСА ОВЕРАВА:                 </w:t>
      </w:r>
      <w:r>
        <w:rPr>
          <w:rFonts w:ascii="Times New Roman" w:hAnsi="Times New Roman"/>
          <w:b/>
          <w:sz w:val="28"/>
          <w:szCs w:val="28"/>
        </w:rPr>
        <w:t xml:space="preserve">   </w:t>
      </w:r>
      <w:r w:rsidRPr="00413ED9">
        <w:rPr>
          <w:rFonts w:ascii="Times New Roman" w:hAnsi="Times New Roman"/>
          <w:b/>
          <w:sz w:val="28"/>
          <w:szCs w:val="28"/>
          <w:lang w:val="sr-Cyrl-CS"/>
        </w:rPr>
        <w:t>СЕКРЕТАР СКУПШТИНЕ</w:t>
      </w:r>
    </w:p>
    <w:p w:rsidR="00C46159" w:rsidRPr="00413ED9" w:rsidRDefault="00C46159" w:rsidP="00380985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                       Марко Тричковић</w:t>
      </w:r>
    </w:p>
    <w:p w:rsidR="00C46159" w:rsidRPr="00413ED9" w:rsidRDefault="00C46159" w:rsidP="00C306E5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</w:p>
    <w:p w:rsidR="00C46159" w:rsidRDefault="00C46159" w:rsidP="00C306E5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</w:p>
    <w:p w:rsidR="00C46159" w:rsidRPr="00380985" w:rsidRDefault="00C46159" w:rsidP="00C306E5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 xml:space="preserve">Република Србија 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>ГРАД ВРАЊЕ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>СКУПШТИНА ГРАДА ВРАЊА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>Број:06-15/2019-10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>25.01.2019. године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>В  р  а  њ  е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 xml:space="preserve">            На основу члана 33. Статута града Врања  („Службени гласник града Врања“, број 37/2018) и члана  88. Пословника Скупштине града Врања („Службени  гласник града Врања“, број 3/2018-пречишћен текст), Скупштина града Врања, је на седници одржаној дана 25.01.2019.године, разматрала мишљење Градског правобраниоца у вези захтева Апостоловић Воје из Врања и донела следећи</w:t>
      </w:r>
    </w:p>
    <w:p w:rsidR="00C46159" w:rsidRPr="00413ED9" w:rsidRDefault="00C46159" w:rsidP="00C306E5">
      <w:pPr>
        <w:tabs>
          <w:tab w:val="left" w:pos="19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ab/>
      </w:r>
    </w:p>
    <w:p w:rsidR="00C46159" w:rsidRPr="00413ED9" w:rsidRDefault="00C46159" w:rsidP="00C306E5">
      <w:pPr>
        <w:tabs>
          <w:tab w:val="left" w:pos="19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>З а к љ у ч а к</w:t>
      </w:r>
    </w:p>
    <w:p w:rsidR="00C46159" w:rsidRPr="00BD572C" w:rsidRDefault="00C46159" w:rsidP="00C306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C46159" w:rsidRDefault="00C46159" w:rsidP="00BD57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ab/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Даје се сагласност за закључење споразума градоначелника са претходним власником Апостоловић Војом из Врања, у вези са фактички заузетим земљиштем, изградњом улице Ђуре Салаја, на делу кат. парцеле број 9081 КО Врање 1,  ради регулисања имовинско правних односа. </w:t>
      </w:r>
    </w:p>
    <w:p w:rsidR="00C46159" w:rsidRDefault="00C46159" w:rsidP="00BD57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C46159" w:rsidRDefault="00C46159" w:rsidP="00BD57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</w:t>
      </w:r>
      <w:r w:rsidRPr="00413ED9">
        <w:rPr>
          <w:rFonts w:ascii="Times New Roman" w:hAnsi="Times New Roman"/>
          <w:b/>
          <w:bCs/>
          <w:sz w:val="28"/>
          <w:szCs w:val="28"/>
        </w:rPr>
        <w:t xml:space="preserve">  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413ED9">
        <w:rPr>
          <w:rFonts w:ascii="Times New Roman" w:hAnsi="Times New Roman"/>
          <w:b/>
          <w:bCs/>
          <w:sz w:val="28"/>
          <w:szCs w:val="28"/>
        </w:rPr>
        <w:t>ПРЕДСЕДНИК СКУПШТИНЕ</w:t>
      </w:r>
    </w:p>
    <w:p w:rsidR="00C46159" w:rsidRDefault="00C46159" w:rsidP="00BD572C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CS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</w:t>
      </w:r>
      <w:r w:rsidRPr="00413ED9">
        <w:rPr>
          <w:rFonts w:ascii="Times New Roman" w:hAnsi="Times New Roman"/>
          <w:b/>
          <w:bCs/>
          <w:sz w:val="28"/>
          <w:szCs w:val="28"/>
        </w:rPr>
        <w:t xml:space="preserve"> Дејан Тричковић,спец.двм</w:t>
      </w:r>
      <w:r w:rsidRPr="00BD572C">
        <w:rPr>
          <w:rFonts w:ascii="Times New Roman" w:hAnsi="Times New Roman"/>
          <w:b/>
          <w:sz w:val="28"/>
          <w:szCs w:val="28"/>
          <w:lang w:val="sr-Cyrl-CS"/>
        </w:rPr>
        <w:t xml:space="preserve"> </w:t>
      </w:r>
    </w:p>
    <w:p w:rsidR="00C46159" w:rsidRDefault="00C46159" w:rsidP="00BD572C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CS"/>
        </w:rPr>
      </w:pPr>
    </w:p>
    <w:p w:rsidR="00C46159" w:rsidRPr="00413ED9" w:rsidRDefault="00C46159" w:rsidP="00BD572C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CS"/>
        </w:rPr>
      </w:pPr>
      <w:r w:rsidRPr="00413ED9">
        <w:rPr>
          <w:rFonts w:ascii="Times New Roman" w:hAnsi="Times New Roman"/>
          <w:b/>
          <w:sz w:val="28"/>
          <w:szCs w:val="28"/>
          <w:lang w:val="sr-Cyrl-CS"/>
        </w:rPr>
        <w:t>ТАЧНОСТ ПРЕП</w:t>
      </w:r>
      <w:r>
        <w:rPr>
          <w:rFonts w:ascii="Times New Roman" w:hAnsi="Times New Roman"/>
          <w:b/>
          <w:sz w:val="28"/>
          <w:szCs w:val="28"/>
          <w:lang w:val="sr-Cyrl-CS"/>
        </w:rPr>
        <w:t xml:space="preserve">ИСА ОВЕРАВА:                 </w:t>
      </w:r>
      <w:r>
        <w:rPr>
          <w:rFonts w:ascii="Times New Roman" w:hAnsi="Times New Roman"/>
          <w:b/>
          <w:sz w:val="28"/>
          <w:szCs w:val="28"/>
        </w:rPr>
        <w:t xml:space="preserve">   </w:t>
      </w:r>
      <w:r w:rsidRPr="00413ED9">
        <w:rPr>
          <w:rFonts w:ascii="Times New Roman" w:hAnsi="Times New Roman"/>
          <w:b/>
          <w:sz w:val="28"/>
          <w:szCs w:val="28"/>
          <w:lang w:val="sr-Cyrl-CS"/>
        </w:rPr>
        <w:t>СЕКРЕТАР СКУПШТИНЕ</w:t>
      </w:r>
    </w:p>
    <w:p w:rsidR="00C46159" w:rsidRPr="00413ED9" w:rsidRDefault="00C46159" w:rsidP="00BD572C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                       Марко Тричковић</w:t>
      </w:r>
    </w:p>
    <w:p w:rsidR="00C46159" w:rsidRPr="00413ED9" w:rsidRDefault="00C46159" w:rsidP="00C306E5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</w:p>
    <w:p w:rsidR="00C46159" w:rsidRDefault="00C46159" w:rsidP="00C306E5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</w:p>
    <w:p w:rsidR="00C46159" w:rsidRPr="00BD572C" w:rsidRDefault="00C46159" w:rsidP="00C306E5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 xml:space="preserve">Република Србија 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>ГРАД ВРАЊЕ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>СКУПШТИНА ГРАДА ВРАЊА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>Број:06-15/2019-10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>25.01.2019. године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>В  р  а  њ  е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 xml:space="preserve">            На основу члана 33. Статута града Врања  („Службени гласник града Врања“, број 37/2018) и члана  88. Пословника Скупштине града Врања („Службени  гласник града Врања“, број 3/2018-пречишћен текст), Скупштина града Врања, је на седници одржаној дана 25.01.2019.године, разматрала мишљење Градског правобраниоца у вези захтева Уроша и Весне Стајић из Врања и донела следећи</w:t>
      </w:r>
    </w:p>
    <w:p w:rsidR="00C46159" w:rsidRPr="00413ED9" w:rsidRDefault="00C46159" w:rsidP="00C306E5">
      <w:pPr>
        <w:tabs>
          <w:tab w:val="left" w:pos="19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ab/>
      </w:r>
    </w:p>
    <w:p w:rsidR="00C46159" w:rsidRPr="00413ED9" w:rsidRDefault="00C46159" w:rsidP="00C306E5">
      <w:pPr>
        <w:tabs>
          <w:tab w:val="left" w:pos="19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>З а к љ у ч а к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C46159" w:rsidRDefault="00C46159" w:rsidP="00BD57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 CYR" w:hAnsi="Times New Roman CYR" w:cs="Times New Roman CYR"/>
          <w:sz w:val="28"/>
          <w:szCs w:val="28"/>
        </w:rPr>
        <w:t xml:space="preserve">Даје се сагласност за закључење споразума градоначелника са претходним власницима Урошем и Весном Стајић из Врања, у вези са фактички заузетим земљиштем, изградњом улице Ристене Гоговске, на делу кат. парцеле број 9081 КО Врање 1, ради регулисања имовинско правних односа. </w:t>
      </w:r>
    </w:p>
    <w:p w:rsidR="00C46159" w:rsidRPr="00BD572C" w:rsidRDefault="00C46159" w:rsidP="00BD57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</w:t>
      </w:r>
      <w:r w:rsidRPr="00413ED9">
        <w:rPr>
          <w:rFonts w:ascii="Times New Roman" w:hAnsi="Times New Roman"/>
          <w:b/>
          <w:bCs/>
          <w:sz w:val="28"/>
          <w:szCs w:val="28"/>
        </w:rPr>
        <w:t>ПРЕДСЕДНИК СКУПШТИНЕ</w:t>
      </w:r>
    </w:p>
    <w:p w:rsidR="00C46159" w:rsidRPr="00413ED9" w:rsidRDefault="00C46159" w:rsidP="00C306E5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</w:t>
      </w:r>
      <w:r w:rsidRPr="00413ED9">
        <w:rPr>
          <w:rFonts w:ascii="Times New Roman" w:hAnsi="Times New Roman"/>
          <w:b/>
          <w:bCs/>
          <w:sz w:val="28"/>
          <w:szCs w:val="28"/>
        </w:rPr>
        <w:t>Дејан Тричковић,спец.двм</w:t>
      </w:r>
    </w:p>
    <w:p w:rsidR="00C46159" w:rsidRPr="00413ED9" w:rsidRDefault="00C46159" w:rsidP="00BD572C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CS"/>
        </w:rPr>
      </w:pPr>
      <w:r w:rsidRPr="00413ED9">
        <w:rPr>
          <w:rFonts w:ascii="Times New Roman" w:hAnsi="Times New Roman"/>
          <w:b/>
          <w:sz w:val="28"/>
          <w:szCs w:val="28"/>
          <w:lang w:val="sr-Cyrl-CS"/>
        </w:rPr>
        <w:t>ТАЧНОСТ ПРЕП</w:t>
      </w:r>
      <w:r>
        <w:rPr>
          <w:rFonts w:ascii="Times New Roman" w:hAnsi="Times New Roman"/>
          <w:b/>
          <w:sz w:val="28"/>
          <w:szCs w:val="28"/>
          <w:lang w:val="sr-Cyrl-CS"/>
        </w:rPr>
        <w:t xml:space="preserve">ИСА ОВЕРАВА:                 </w:t>
      </w:r>
      <w:r>
        <w:rPr>
          <w:rFonts w:ascii="Times New Roman" w:hAnsi="Times New Roman"/>
          <w:b/>
          <w:sz w:val="28"/>
          <w:szCs w:val="28"/>
        </w:rPr>
        <w:t xml:space="preserve">   </w:t>
      </w:r>
      <w:r w:rsidRPr="00413ED9">
        <w:rPr>
          <w:rFonts w:ascii="Times New Roman" w:hAnsi="Times New Roman"/>
          <w:b/>
          <w:sz w:val="28"/>
          <w:szCs w:val="28"/>
          <w:lang w:val="sr-Cyrl-CS"/>
        </w:rPr>
        <w:t>СЕКРЕТАР СКУПШТИНЕ</w:t>
      </w:r>
    </w:p>
    <w:p w:rsidR="00C46159" w:rsidRPr="00413ED9" w:rsidRDefault="00C46159" w:rsidP="00BD572C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                       Марко Тричковић</w:t>
      </w:r>
    </w:p>
    <w:p w:rsidR="00C46159" w:rsidRPr="00413ED9" w:rsidRDefault="00C46159" w:rsidP="00C306E5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</w:p>
    <w:p w:rsidR="00C4615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4615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4615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46159" w:rsidRPr="00D0367A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 xml:space="preserve">Република Србија 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>ГРАД ВРАЊЕ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>СКУПШТИНА ГРАДА ВРАЊА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>Број:06-15/2019-10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>25.01.2019. године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>В  р  а  њ  е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 xml:space="preserve">            На основу члана 33. Статута града Врања  („Службени гласник града Врања“, број 37/2018) и члана  88. Пословника Скупштине града Врања („Службени  гласник града Врања“, број 3/2018-пречишћен текст), Скупштина града Врања, је на седници одржаној дана 25.01.2019.године, разматрала Решење о разрешењу в.д.директора ЈП „Урбанизам и изградња града Врања“Врање  и донела следећи</w:t>
      </w:r>
    </w:p>
    <w:p w:rsidR="00C46159" w:rsidRPr="00413ED9" w:rsidRDefault="00C46159" w:rsidP="00C306E5">
      <w:pPr>
        <w:tabs>
          <w:tab w:val="left" w:pos="19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ab/>
      </w:r>
    </w:p>
    <w:p w:rsidR="00C46159" w:rsidRPr="00413ED9" w:rsidRDefault="00C46159" w:rsidP="00C306E5">
      <w:pPr>
        <w:tabs>
          <w:tab w:val="left" w:pos="19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>З а к љ у ч а к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ab/>
        <w:t xml:space="preserve"> Доноси се Решење о разрешењу в.д.директора ЈП“Урбанизам и изградња града Врања“Врање. </w:t>
      </w:r>
    </w:p>
    <w:p w:rsidR="00C46159" w:rsidRPr="00D0367A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 </w:t>
      </w:r>
      <w:r w:rsidRPr="00413ED9">
        <w:rPr>
          <w:rFonts w:ascii="Times New Roman" w:hAnsi="Times New Roman"/>
          <w:b/>
          <w:bCs/>
          <w:sz w:val="28"/>
          <w:szCs w:val="28"/>
        </w:rPr>
        <w:t>ПРЕДСЕДНИК СКУПШТИНЕ</w:t>
      </w:r>
    </w:p>
    <w:p w:rsidR="00C46159" w:rsidRPr="00413ED9" w:rsidRDefault="00C46159" w:rsidP="00C306E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</w:t>
      </w:r>
      <w:r w:rsidRPr="00413ED9">
        <w:rPr>
          <w:rFonts w:ascii="Times New Roman" w:hAnsi="Times New Roman"/>
          <w:b/>
          <w:bCs/>
          <w:sz w:val="28"/>
          <w:szCs w:val="28"/>
        </w:rPr>
        <w:t xml:space="preserve"> Дејан Тричковић,спец.двм</w:t>
      </w:r>
    </w:p>
    <w:p w:rsidR="00C46159" w:rsidRPr="00413ED9" w:rsidRDefault="00C46159" w:rsidP="00C2472E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CS"/>
        </w:rPr>
      </w:pPr>
      <w:r w:rsidRPr="00413ED9">
        <w:rPr>
          <w:rFonts w:ascii="Times New Roman" w:hAnsi="Times New Roman"/>
          <w:b/>
          <w:sz w:val="28"/>
          <w:szCs w:val="28"/>
          <w:lang w:val="sr-Cyrl-CS"/>
        </w:rPr>
        <w:t>ТАЧНОСТ ПРЕП</w:t>
      </w:r>
      <w:r>
        <w:rPr>
          <w:rFonts w:ascii="Times New Roman" w:hAnsi="Times New Roman"/>
          <w:b/>
          <w:sz w:val="28"/>
          <w:szCs w:val="28"/>
          <w:lang w:val="sr-Cyrl-CS"/>
        </w:rPr>
        <w:t xml:space="preserve">ИСА ОВЕРАВА:                 </w:t>
      </w:r>
      <w:r>
        <w:rPr>
          <w:rFonts w:ascii="Times New Roman" w:hAnsi="Times New Roman"/>
          <w:b/>
          <w:sz w:val="28"/>
          <w:szCs w:val="28"/>
        </w:rPr>
        <w:t xml:space="preserve">   </w:t>
      </w:r>
      <w:r w:rsidRPr="00413ED9">
        <w:rPr>
          <w:rFonts w:ascii="Times New Roman" w:hAnsi="Times New Roman"/>
          <w:b/>
          <w:sz w:val="28"/>
          <w:szCs w:val="28"/>
          <w:lang w:val="sr-Cyrl-CS"/>
        </w:rPr>
        <w:t>СЕКРЕТАР СКУПШТИНЕ</w:t>
      </w:r>
    </w:p>
    <w:p w:rsidR="00C46159" w:rsidRPr="00413ED9" w:rsidRDefault="00C46159" w:rsidP="00C2472E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                       Марко Тричковић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C2472E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 xml:space="preserve">Република Србија 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>ГРАД ВРАЊЕ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>СКУПШТИНА ГРАДА ВРАЊА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>Број:06-15/2019-10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>25.01.2019. године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>В  р  а  њ  е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 xml:space="preserve">            На основу члана 33. Статута града Врања  („Службени гласник града Врања“, број 37/2018) и члана  88. Пословника Скупштине града Врања („Службени  гласник града Врања“, број 3/2018-пречишћен текст), Скупштина града Врања, је на седници одржаној дана 25.01.2019.године, разматрала Решење о именовању в.д.директора ЈП“Урбанизам и изградња града Врања“Врање  и донела следећи</w:t>
      </w:r>
    </w:p>
    <w:p w:rsidR="00C46159" w:rsidRPr="00413ED9" w:rsidRDefault="00C46159" w:rsidP="00C306E5">
      <w:pPr>
        <w:tabs>
          <w:tab w:val="left" w:pos="19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ab/>
      </w:r>
    </w:p>
    <w:p w:rsidR="00C46159" w:rsidRPr="00413ED9" w:rsidRDefault="00C46159" w:rsidP="00C306E5">
      <w:pPr>
        <w:tabs>
          <w:tab w:val="left" w:pos="19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>З а к љ у ч а к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ab/>
        <w:t xml:space="preserve"> Доноси се Решење о именовању в.д.директора ЈП“Урбанизам и изградња града Врања“Врање. 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</w:t>
      </w:r>
      <w:r w:rsidRPr="00413ED9">
        <w:rPr>
          <w:rFonts w:ascii="Times New Roman" w:hAnsi="Times New Roman"/>
          <w:b/>
          <w:bCs/>
          <w:sz w:val="28"/>
          <w:szCs w:val="28"/>
        </w:rPr>
        <w:t xml:space="preserve"> ПРЕДСЕДНИК СКУПШТИНЕ</w:t>
      </w:r>
    </w:p>
    <w:p w:rsidR="00C46159" w:rsidRPr="00413ED9" w:rsidRDefault="00C46159" w:rsidP="00C306E5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</w:t>
      </w:r>
      <w:r w:rsidRPr="00413ED9">
        <w:rPr>
          <w:rFonts w:ascii="Times New Roman" w:hAnsi="Times New Roman"/>
          <w:b/>
          <w:bCs/>
          <w:sz w:val="28"/>
          <w:szCs w:val="28"/>
        </w:rPr>
        <w:t>Дејан Тричковић,спец.двм</w:t>
      </w:r>
    </w:p>
    <w:p w:rsidR="00C46159" w:rsidRPr="00413ED9" w:rsidRDefault="00C46159" w:rsidP="00C2472E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CS"/>
        </w:rPr>
      </w:pPr>
      <w:r w:rsidRPr="00413ED9">
        <w:rPr>
          <w:rFonts w:ascii="Times New Roman" w:hAnsi="Times New Roman"/>
          <w:b/>
          <w:sz w:val="28"/>
          <w:szCs w:val="28"/>
          <w:lang w:val="sr-Cyrl-CS"/>
        </w:rPr>
        <w:t>ТАЧНОСТ ПРЕП</w:t>
      </w:r>
      <w:r>
        <w:rPr>
          <w:rFonts w:ascii="Times New Roman" w:hAnsi="Times New Roman"/>
          <w:b/>
          <w:sz w:val="28"/>
          <w:szCs w:val="28"/>
          <w:lang w:val="sr-Cyrl-CS"/>
        </w:rPr>
        <w:t xml:space="preserve">ИСА ОВЕРАВА:                 </w:t>
      </w:r>
      <w:r>
        <w:rPr>
          <w:rFonts w:ascii="Times New Roman" w:hAnsi="Times New Roman"/>
          <w:b/>
          <w:sz w:val="28"/>
          <w:szCs w:val="28"/>
        </w:rPr>
        <w:t xml:space="preserve">   </w:t>
      </w:r>
      <w:r w:rsidRPr="00413ED9">
        <w:rPr>
          <w:rFonts w:ascii="Times New Roman" w:hAnsi="Times New Roman"/>
          <w:b/>
          <w:sz w:val="28"/>
          <w:szCs w:val="28"/>
          <w:lang w:val="sr-Cyrl-CS"/>
        </w:rPr>
        <w:t>СЕКРЕТАР СКУПШТИНЕ</w:t>
      </w:r>
    </w:p>
    <w:p w:rsidR="00C46159" w:rsidRPr="00413ED9" w:rsidRDefault="00C46159" w:rsidP="00C2472E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                       Марко Тричковић</w:t>
      </w:r>
    </w:p>
    <w:p w:rsidR="00C46159" w:rsidRPr="00413ED9" w:rsidRDefault="00C46159" w:rsidP="00C306E5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 xml:space="preserve">Република Србија 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>ГРАД ВРАЊЕ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>СКУПШТИНА ГРАДА ВРАЊА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>Број:06-15/2019-10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>25.01.2019. године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>В  р  а  њ  е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 xml:space="preserve">            На основу члана 33. Статута града Врања  („Службени гласник града Врања“, број 37/2018) и члана  88. Пословника Скупштине града Врања („Службени  гласник града Врања“, број 3/2018-пречишћен текст), Скупштина града Врања, је на седници одржаној дана 25.01.2019.године, разматрала Решење о разрешењу члана Надзорног одбора Јавне установе –Центар за социјални рад у Врању и донела следећи</w:t>
      </w:r>
    </w:p>
    <w:p w:rsidR="00C46159" w:rsidRPr="00413ED9" w:rsidRDefault="00C46159" w:rsidP="00C306E5">
      <w:pPr>
        <w:tabs>
          <w:tab w:val="left" w:pos="19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ab/>
      </w:r>
    </w:p>
    <w:p w:rsidR="00C46159" w:rsidRPr="00413ED9" w:rsidRDefault="00C46159" w:rsidP="00C306E5">
      <w:pPr>
        <w:tabs>
          <w:tab w:val="left" w:pos="19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>З а к љ у ч а к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ab/>
        <w:t xml:space="preserve"> Доноси се Решење о разрешењу члана Надзорног одбора Јавне установе-Центар за социјални рад у Врању. 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</w:t>
      </w:r>
      <w:r w:rsidRPr="00413ED9">
        <w:rPr>
          <w:rFonts w:ascii="Times New Roman" w:hAnsi="Times New Roman"/>
          <w:b/>
          <w:bCs/>
          <w:sz w:val="28"/>
          <w:szCs w:val="28"/>
        </w:rPr>
        <w:t xml:space="preserve">  ПРЕДСЕДНИК СКУПШТИНЕ</w:t>
      </w:r>
    </w:p>
    <w:p w:rsidR="00C46159" w:rsidRPr="00413ED9" w:rsidRDefault="00C46159" w:rsidP="00C306E5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</w:t>
      </w:r>
      <w:r w:rsidRPr="00413ED9">
        <w:rPr>
          <w:rFonts w:ascii="Times New Roman" w:hAnsi="Times New Roman"/>
          <w:b/>
          <w:bCs/>
          <w:sz w:val="28"/>
          <w:szCs w:val="28"/>
        </w:rPr>
        <w:t>Дејан Тричковић,спец.двм</w:t>
      </w:r>
    </w:p>
    <w:p w:rsidR="00C46159" w:rsidRPr="00413ED9" w:rsidRDefault="00C46159" w:rsidP="00C2472E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CS"/>
        </w:rPr>
      </w:pPr>
      <w:r w:rsidRPr="00413ED9">
        <w:rPr>
          <w:rFonts w:ascii="Times New Roman" w:hAnsi="Times New Roman"/>
          <w:b/>
          <w:sz w:val="28"/>
          <w:szCs w:val="28"/>
          <w:lang w:val="sr-Cyrl-CS"/>
        </w:rPr>
        <w:t>ТАЧНОСТ ПРЕП</w:t>
      </w:r>
      <w:r>
        <w:rPr>
          <w:rFonts w:ascii="Times New Roman" w:hAnsi="Times New Roman"/>
          <w:b/>
          <w:sz w:val="28"/>
          <w:szCs w:val="28"/>
          <w:lang w:val="sr-Cyrl-CS"/>
        </w:rPr>
        <w:t xml:space="preserve">ИСА ОВЕРАВА:                 </w:t>
      </w:r>
      <w:r>
        <w:rPr>
          <w:rFonts w:ascii="Times New Roman" w:hAnsi="Times New Roman"/>
          <w:b/>
          <w:sz w:val="28"/>
          <w:szCs w:val="28"/>
        </w:rPr>
        <w:t xml:space="preserve">   </w:t>
      </w:r>
      <w:r w:rsidRPr="00413ED9">
        <w:rPr>
          <w:rFonts w:ascii="Times New Roman" w:hAnsi="Times New Roman"/>
          <w:b/>
          <w:sz w:val="28"/>
          <w:szCs w:val="28"/>
          <w:lang w:val="sr-Cyrl-CS"/>
        </w:rPr>
        <w:t>СЕКРЕТАР СКУПШТИНЕ</w:t>
      </w:r>
    </w:p>
    <w:p w:rsidR="00C46159" w:rsidRPr="00413ED9" w:rsidRDefault="00C46159" w:rsidP="00C2472E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                       Марко Тричковић</w:t>
      </w:r>
    </w:p>
    <w:p w:rsidR="00C46159" w:rsidRPr="00413ED9" w:rsidRDefault="00C46159" w:rsidP="00C306E5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</w:p>
    <w:p w:rsidR="00C46159" w:rsidRDefault="00C46159" w:rsidP="00C306E5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</w:p>
    <w:p w:rsidR="00C46159" w:rsidRPr="00C2472E" w:rsidRDefault="00C46159" w:rsidP="00C306E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 xml:space="preserve">Република Србија 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>ГРАД ВРАЊЕ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>СКУПШТИНА ГРАДА ВРАЊА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>Број:06-15/2019-10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>25.01.2019. године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>В  р  а  њ  е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 xml:space="preserve">            На основу члана 33. Статута града Врања  („Службени гласник града Врања“, број 37/2018) и члана  88. Пословника Скупштине града Врања („Службени  гласник града Врања“, број 3/2018-пречишћен текст), Скупштина града Врања, је на седници одржаној дана 25.01.2019.године, разматрала предлог решења о измени Решења о именовању председника и чланова Надзорног одбора Јавне установе-Центар за социјални рад у Врању и донела следећи</w:t>
      </w:r>
    </w:p>
    <w:p w:rsidR="00C46159" w:rsidRPr="00413ED9" w:rsidRDefault="00C46159" w:rsidP="00C306E5">
      <w:pPr>
        <w:tabs>
          <w:tab w:val="left" w:pos="19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ab/>
      </w:r>
    </w:p>
    <w:p w:rsidR="00C46159" w:rsidRPr="00413ED9" w:rsidRDefault="00C46159" w:rsidP="00C306E5">
      <w:pPr>
        <w:tabs>
          <w:tab w:val="left" w:pos="19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>З а к љ у ч а к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ab/>
        <w:t xml:space="preserve"> Доноси се Решење о измени Решења о именовању председника и чланова  Надзорног одбора Јавне установе-Центар за социјални рад у Врању. 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</w:t>
      </w:r>
      <w:r w:rsidRPr="00413ED9">
        <w:rPr>
          <w:rFonts w:ascii="Times New Roman" w:hAnsi="Times New Roman"/>
          <w:b/>
          <w:bCs/>
          <w:sz w:val="28"/>
          <w:szCs w:val="28"/>
        </w:rPr>
        <w:t xml:space="preserve"> ПРЕДСЕДНИК СКУПШТИНЕ</w:t>
      </w:r>
    </w:p>
    <w:p w:rsidR="00C46159" w:rsidRPr="00413ED9" w:rsidRDefault="00C46159" w:rsidP="00C306E5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</w:t>
      </w:r>
      <w:r w:rsidRPr="00413ED9">
        <w:rPr>
          <w:rFonts w:ascii="Times New Roman" w:hAnsi="Times New Roman"/>
          <w:b/>
          <w:bCs/>
          <w:sz w:val="28"/>
          <w:szCs w:val="28"/>
        </w:rPr>
        <w:t xml:space="preserve"> Дејан Тричковић,спец.двм</w:t>
      </w:r>
    </w:p>
    <w:p w:rsidR="00C46159" w:rsidRPr="00413ED9" w:rsidRDefault="00C46159" w:rsidP="00C2472E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CS"/>
        </w:rPr>
      </w:pPr>
      <w:r w:rsidRPr="00413ED9">
        <w:rPr>
          <w:rFonts w:ascii="Times New Roman" w:hAnsi="Times New Roman"/>
          <w:b/>
          <w:sz w:val="28"/>
          <w:szCs w:val="28"/>
          <w:lang w:val="sr-Cyrl-CS"/>
        </w:rPr>
        <w:t>ТАЧНОСТ ПРЕП</w:t>
      </w:r>
      <w:r>
        <w:rPr>
          <w:rFonts w:ascii="Times New Roman" w:hAnsi="Times New Roman"/>
          <w:b/>
          <w:sz w:val="28"/>
          <w:szCs w:val="28"/>
          <w:lang w:val="sr-Cyrl-CS"/>
        </w:rPr>
        <w:t xml:space="preserve">ИСА ОВЕРАВА:                 </w:t>
      </w:r>
      <w:r>
        <w:rPr>
          <w:rFonts w:ascii="Times New Roman" w:hAnsi="Times New Roman"/>
          <w:b/>
          <w:sz w:val="28"/>
          <w:szCs w:val="28"/>
        </w:rPr>
        <w:t xml:space="preserve">   </w:t>
      </w:r>
      <w:r w:rsidRPr="00413ED9">
        <w:rPr>
          <w:rFonts w:ascii="Times New Roman" w:hAnsi="Times New Roman"/>
          <w:b/>
          <w:sz w:val="28"/>
          <w:szCs w:val="28"/>
          <w:lang w:val="sr-Cyrl-CS"/>
        </w:rPr>
        <w:t>СЕКРЕТАР СКУПШТИНЕ</w:t>
      </w:r>
    </w:p>
    <w:p w:rsidR="00C46159" w:rsidRPr="00413ED9" w:rsidRDefault="00C46159" w:rsidP="00C2472E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                       Марко Тричковић</w:t>
      </w:r>
    </w:p>
    <w:p w:rsidR="00C46159" w:rsidRPr="00413ED9" w:rsidRDefault="00C46159" w:rsidP="00C306E5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</w:p>
    <w:p w:rsidR="00C46159" w:rsidRDefault="00C46159" w:rsidP="00C306E5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</w:p>
    <w:p w:rsidR="00C46159" w:rsidRPr="00C2472E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 xml:space="preserve">Република Србија 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>ГРАД ВРАЊЕ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>СКУПШТИНА ГРАДА ВРАЊА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>Број:06-15/2019-10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>25.01.2019. године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>В  р  а  њ  е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 xml:space="preserve">            На основу члана 33. Статута града Врања  („Службени гласник града Врања“, број 37/2018) и члана  88. Пословника Скупштине града Врања („Службени  гласник града Врања“, број 3/2018-пречишћен текст), Скупштина града Врања, је на седници одржаној дана 25.01.2019.године, разматрала предлог Решења о разрешењу члана Школског одбора Основне школе за образовање одраслих у Врању и донела следећи</w:t>
      </w:r>
    </w:p>
    <w:p w:rsidR="00C46159" w:rsidRPr="00413ED9" w:rsidRDefault="00C46159" w:rsidP="00C306E5">
      <w:pPr>
        <w:tabs>
          <w:tab w:val="left" w:pos="19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ab/>
      </w:r>
    </w:p>
    <w:p w:rsidR="00C46159" w:rsidRPr="00413ED9" w:rsidRDefault="00C46159" w:rsidP="00C306E5">
      <w:pPr>
        <w:tabs>
          <w:tab w:val="left" w:pos="19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>З а к љ у ч а к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ab/>
        <w:t xml:space="preserve"> Доноси се Решење о разрешењу члана Школског одбора Основне школе за образовање одраслих у Врању.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</w:t>
      </w:r>
      <w:r w:rsidRPr="00413ED9">
        <w:rPr>
          <w:rFonts w:ascii="Times New Roman" w:hAnsi="Times New Roman"/>
          <w:b/>
          <w:bCs/>
          <w:sz w:val="28"/>
          <w:szCs w:val="28"/>
        </w:rPr>
        <w:t>ПРЕДСЕДНИК СКУПШТИНЕ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</w:t>
      </w:r>
      <w:r w:rsidRPr="00413ED9">
        <w:rPr>
          <w:rFonts w:ascii="Times New Roman" w:hAnsi="Times New Roman"/>
          <w:b/>
          <w:bCs/>
          <w:sz w:val="28"/>
          <w:szCs w:val="28"/>
        </w:rPr>
        <w:t>Дејан Тричковић,спец.двм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46159" w:rsidRPr="00413ED9" w:rsidRDefault="00C46159" w:rsidP="00C2472E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CS"/>
        </w:rPr>
      </w:pPr>
      <w:r w:rsidRPr="00413ED9">
        <w:rPr>
          <w:rFonts w:ascii="Times New Roman" w:hAnsi="Times New Roman"/>
          <w:b/>
          <w:sz w:val="28"/>
          <w:szCs w:val="28"/>
          <w:lang w:val="sr-Cyrl-CS"/>
        </w:rPr>
        <w:t>ТАЧНОСТ ПРЕП</w:t>
      </w:r>
      <w:r>
        <w:rPr>
          <w:rFonts w:ascii="Times New Roman" w:hAnsi="Times New Roman"/>
          <w:b/>
          <w:sz w:val="28"/>
          <w:szCs w:val="28"/>
          <w:lang w:val="sr-Cyrl-CS"/>
        </w:rPr>
        <w:t xml:space="preserve">ИСА ОВЕРАВА:                 </w:t>
      </w:r>
      <w:r>
        <w:rPr>
          <w:rFonts w:ascii="Times New Roman" w:hAnsi="Times New Roman"/>
          <w:b/>
          <w:sz w:val="28"/>
          <w:szCs w:val="28"/>
        </w:rPr>
        <w:t xml:space="preserve">   </w:t>
      </w:r>
      <w:r w:rsidRPr="00413ED9">
        <w:rPr>
          <w:rFonts w:ascii="Times New Roman" w:hAnsi="Times New Roman"/>
          <w:b/>
          <w:sz w:val="28"/>
          <w:szCs w:val="28"/>
          <w:lang w:val="sr-Cyrl-CS"/>
        </w:rPr>
        <w:t>СЕКРЕТАР СКУПШТИНЕ</w:t>
      </w:r>
    </w:p>
    <w:p w:rsidR="00C46159" w:rsidRPr="00413ED9" w:rsidRDefault="00C46159" w:rsidP="00C2472E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                       Марко Тричковић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46159" w:rsidRPr="00C2472E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 xml:space="preserve">Република Србија 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>ГРАД ВРАЊЕ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>СКУПШТИНА ГРАДА ВРАЊА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>Број:06-15/2019-10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>25.01.2019. године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>В  р  а  њ  е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 xml:space="preserve">            На основу члана 33. Статута града Врања  („Службени гласник града Врања“, број 37/2018) и члана  88. Пословника Скупштине града Врања („Службени  гласник града Врања“, број 3/2018-пречишћен текст), Скупштина града Врања, је на седници одржаној дана 25.01.2019.године, разматрала предлог Решења о измени Решења о именовању чланова Школског одбора Основне школе за образовање одраслих у Врању и донела следећи</w:t>
      </w:r>
    </w:p>
    <w:p w:rsidR="00C46159" w:rsidRPr="00413ED9" w:rsidRDefault="00C46159" w:rsidP="00C306E5">
      <w:pPr>
        <w:tabs>
          <w:tab w:val="left" w:pos="19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ab/>
      </w:r>
    </w:p>
    <w:p w:rsidR="00C46159" w:rsidRPr="00413ED9" w:rsidRDefault="00C46159" w:rsidP="00C306E5">
      <w:pPr>
        <w:tabs>
          <w:tab w:val="left" w:pos="19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>З а к љ у ч а к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ab/>
        <w:t xml:space="preserve"> Доноси се Решење о измени Решења о именовању чланова Школског одбора Основне школе за образовање одраслих у Врању.  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sz w:val="28"/>
          <w:szCs w:val="28"/>
        </w:rPr>
        <w:t xml:space="preserve"> 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</w:t>
      </w:r>
      <w:r w:rsidRPr="00413ED9">
        <w:rPr>
          <w:rFonts w:ascii="Times New Roman" w:hAnsi="Times New Roman"/>
          <w:b/>
          <w:bCs/>
          <w:sz w:val="28"/>
          <w:szCs w:val="28"/>
        </w:rPr>
        <w:t xml:space="preserve"> ПРЕДСЕДНИК СКУПШТИНЕ</w:t>
      </w:r>
    </w:p>
    <w:p w:rsidR="00C46159" w:rsidRPr="006E2143" w:rsidRDefault="00C46159" w:rsidP="006E2143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413ED9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</w:t>
      </w:r>
      <w:r w:rsidRPr="00413ED9">
        <w:rPr>
          <w:rFonts w:ascii="Times New Roman" w:hAnsi="Times New Roman"/>
          <w:b/>
          <w:bCs/>
          <w:sz w:val="28"/>
          <w:szCs w:val="28"/>
        </w:rPr>
        <w:t>Дејан Тричковић,спец.двм</w:t>
      </w:r>
    </w:p>
    <w:p w:rsidR="00C46159" w:rsidRPr="00413ED9" w:rsidRDefault="00C46159" w:rsidP="006E2143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CS"/>
        </w:rPr>
      </w:pPr>
      <w:r w:rsidRPr="00413ED9">
        <w:rPr>
          <w:rFonts w:ascii="Times New Roman" w:hAnsi="Times New Roman"/>
          <w:b/>
          <w:sz w:val="28"/>
          <w:szCs w:val="28"/>
          <w:lang w:val="sr-Cyrl-CS"/>
        </w:rPr>
        <w:t>ТАЧНОСТ ПРЕП</w:t>
      </w:r>
      <w:r>
        <w:rPr>
          <w:rFonts w:ascii="Times New Roman" w:hAnsi="Times New Roman"/>
          <w:b/>
          <w:sz w:val="28"/>
          <w:szCs w:val="28"/>
          <w:lang w:val="sr-Cyrl-CS"/>
        </w:rPr>
        <w:t xml:space="preserve">ИСА ОВЕРАВА:                 </w:t>
      </w:r>
      <w:r>
        <w:rPr>
          <w:rFonts w:ascii="Times New Roman" w:hAnsi="Times New Roman"/>
          <w:b/>
          <w:sz w:val="28"/>
          <w:szCs w:val="28"/>
        </w:rPr>
        <w:t xml:space="preserve">   </w:t>
      </w:r>
      <w:r w:rsidRPr="00413ED9">
        <w:rPr>
          <w:rFonts w:ascii="Times New Roman" w:hAnsi="Times New Roman"/>
          <w:b/>
          <w:sz w:val="28"/>
          <w:szCs w:val="28"/>
          <w:lang w:val="sr-Cyrl-CS"/>
        </w:rPr>
        <w:t>СЕКРЕТАР СКУПШТИНЕ</w:t>
      </w:r>
    </w:p>
    <w:p w:rsidR="00C46159" w:rsidRPr="00413ED9" w:rsidRDefault="00C46159" w:rsidP="006E2143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                       Марко Тричковић</w:t>
      </w:r>
    </w:p>
    <w:p w:rsidR="00C46159" w:rsidRPr="00413ED9" w:rsidRDefault="00C46159" w:rsidP="00C30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413ED9" w:rsidRDefault="00C461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413ED9" w:rsidRDefault="00C461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413ED9" w:rsidRDefault="00C461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Pr="00413ED9" w:rsidRDefault="00C461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Default="00C461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Default="00C461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Default="00C461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Default="00C461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Default="00C461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6159" w:rsidRDefault="00C461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C46159" w:rsidSect="0017685C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 CYR"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0221D"/>
    <w:rsid w:val="000262E7"/>
    <w:rsid w:val="000A0AE8"/>
    <w:rsid w:val="00121827"/>
    <w:rsid w:val="00150762"/>
    <w:rsid w:val="0017685C"/>
    <w:rsid w:val="00194102"/>
    <w:rsid w:val="002F5A01"/>
    <w:rsid w:val="0030221D"/>
    <w:rsid w:val="00380985"/>
    <w:rsid w:val="003B03B3"/>
    <w:rsid w:val="00413ED9"/>
    <w:rsid w:val="00504A72"/>
    <w:rsid w:val="0059136E"/>
    <w:rsid w:val="005A4F0A"/>
    <w:rsid w:val="006A12FA"/>
    <w:rsid w:val="006B6A9D"/>
    <w:rsid w:val="006E2143"/>
    <w:rsid w:val="006F37AD"/>
    <w:rsid w:val="00770BDF"/>
    <w:rsid w:val="00794CC2"/>
    <w:rsid w:val="00861FED"/>
    <w:rsid w:val="008E5F95"/>
    <w:rsid w:val="0095464B"/>
    <w:rsid w:val="00962DC0"/>
    <w:rsid w:val="00A000A2"/>
    <w:rsid w:val="00AB10FE"/>
    <w:rsid w:val="00B86BA0"/>
    <w:rsid w:val="00BD572C"/>
    <w:rsid w:val="00C2472E"/>
    <w:rsid w:val="00C306E5"/>
    <w:rsid w:val="00C46159"/>
    <w:rsid w:val="00D0367A"/>
    <w:rsid w:val="00D14330"/>
    <w:rsid w:val="00E32A6D"/>
    <w:rsid w:val="00F36E3B"/>
    <w:rsid w:val="00FE2C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685C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131</TotalTime>
  <Pages>28</Pages>
  <Words>4158</Words>
  <Characters>23701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sdjokovic</cp:lastModifiedBy>
  <cp:revision>37</cp:revision>
  <cp:lastPrinted>2019-01-29T12:45:00Z</cp:lastPrinted>
  <dcterms:created xsi:type="dcterms:W3CDTF">2019-01-28T10:40:00Z</dcterms:created>
  <dcterms:modified xsi:type="dcterms:W3CDTF">2019-02-06T07:27:00Z</dcterms:modified>
</cp:coreProperties>
</file>